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B3" w:rsidRPr="000D2FBB" w:rsidRDefault="007A1AB3" w:rsidP="00940CBF">
      <w:pPr>
        <w:spacing w:after="0"/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" o:spid="_x0000_s1026" type="#_x0000_t75" style="position:absolute;left:0;text-align:left;margin-left:36pt;margin-top:-27pt;width:63pt;height:42.15pt;z-index:251658240;visibility:visible">
            <v:imagedata r:id="rId5" o:title=""/>
          </v:shape>
        </w:pict>
      </w:r>
      <w:r>
        <w:rPr>
          <w:noProof/>
          <w:lang w:eastAsia="pt-BR"/>
        </w:rPr>
        <w:pict>
          <v:shape id="Imagem 4" o:spid="_x0000_s1027" type="#_x0000_t75" alt="UnitedSportsAcademies logo K" style="position:absolute;left:0;text-align:left;margin-left:333pt;margin-top:-27pt;width:102.3pt;height:43.35pt;z-index:251657216;visibility:visible">
            <v:imagedata r:id="rId6" o:title=""/>
            <w10:wrap type="square"/>
          </v:shape>
        </w:pict>
      </w:r>
      <w:r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  <w:lang w:val="en-US"/>
        </w:rPr>
        <w:t>VOLEIBOL</w:t>
      </w:r>
    </w:p>
    <w:p w:rsidR="007A1AB3" w:rsidRPr="00234E28" w:rsidRDefault="007A1AB3" w:rsidP="00656A04">
      <w:pPr>
        <w:spacing w:after="0"/>
        <w:rPr>
          <w:sz w:val="26"/>
          <w:szCs w:val="26"/>
          <w:lang w:val="en-US"/>
        </w:rPr>
      </w:pPr>
      <w:r w:rsidRPr="00234E28">
        <w:rPr>
          <w:sz w:val="26"/>
          <w:szCs w:val="26"/>
          <w:lang w:val="en-US"/>
        </w:rPr>
        <w:t>OVA/MLK Showcase Tournament / Miami Invitational / Disney Parks</w:t>
      </w:r>
    </w:p>
    <w:p w:rsidR="007A1AB3" w:rsidRPr="00234E28" w:rsidRDefault="007A1AB3" w:rsidP="00656A04">
      <w:pPr>
        <w:spacing w:after="0"/>
        <w:rPr>
          <w:sz w:val="26"/>
          <w:szCs w:val="26"/>
        </w:rPr>
      </w:pPr>
      <w:r w:rsidRPr="00234E28">
        <w:rPr>
          <w:b/>
          <w:bCs/>
          <w:sz w:val="26"/>
          <w:szCs w:val="26"/>
        </w:rPr>
        <w:t xml:space="preserve">Data: </w:t>
      </w:r>
      <w:r w:rsidRPr="00234E28">
        <w:rPr>
          <w:sz w:val="26"/>
          <w:szCs w:val="26"/>
        </w:rPr>
        <w:t>16-30 de Janeiro de 2013</w:t>
      </w:r>
    </w:p>
    <w:p w:rsidR="007A1AB3" w:rsidRPr="00656A04" w:rsidRDefault="007A1AB3" w:rsidP="00656A04">
      <w:pPr>
        <w:pBdr>
          <w:bottom w:val="single" w:sz="6" w:space="1" w:color="auto"/>
        </w:pBdr>
        <w:spacing w:after="0" w:line="240" w:lineRule="auto"/>
        <w:jc w:val="center"/>
        <w:rPr>
          <w:sz w:val="16"/>
          <w:szCs w:val="16"/>
          <w:lang w:eastAsia="pt-BR"/>
        </w:rPr>
      </w:pPr>
      <w:r w:rsidRPr="00656A04">
        <w:rPr>
          <w:vanish/>
          <w:sz w:val="16"/>
          <w:szCs w:val="16"/>
          <w:lang w:eastAsia="pt-BR"/>
        </w:rPr>
        <w:t>Parte superior do formulário</w:t>
      </w:r>
    </w:p>
    <w:p w:rsidR="007A1AB3" w:rsidRDefault="007A1AB3" w:rsidP="002C17BF">
      <w:pPr>
        <w:spacing w:after="0" w:line="240" w:lineRule="auto"/>
        <w:jc w:val="center"/>
        <w:rPr>
          <w:sz w:val="24"/>
          <w:szCs w:val="24"/>
          <w:lang w:val="pt-PT" w:eastAsia="pt-BR"/>
        </w:rPr>
      </w:pPr>
      <w:r>
        <w:rPr>
          <w:sz w:val="24"/>
          <w:szCs w:val="24"/>
          <w:lang w:val="pt-PT" w:eastAsia="pt-BR"/>
        </w:rPr>
        <w:t>ROTEIRO GERAL</w:t>
      </w:r>
    </w:p>
    <w:p w:rsidR="007A1AB3" w:rsidRPr="002C17BF" w:rsidRDefault="007A1AB3" w:rsidP="007A054B">
      <w:pPr>
        <w:spacing w:after="0" w:line="240" w:lineRule="auto"/>
        <w:rPr>
          <w:rFonts w:ascii="Times New Roman" w:hAnsi="Times New Roman" w:cs="Times New Roman"/>
          <w:b/>
          <w:bCs/>
          <w:lang w:val="pt-PT" w:eastAsia="pt-BR"/>
        </w:rPr>
      </w:pPr>
      <w:r w:rsidRPr="002C17BF">
        <w:rPr>
          <w:rFonts w:ascii="Times New Roman" w:hAnsi="Times New Roman" w:cs="Times New Roman"/>
          <w:b/>
          <w:bCs/>
          <w:lang w:val="pt-PT" w:eastAsia="pt-BR"/>
        </w:rPr>
        <w:t>Quarta-feira, 16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Chegada Aeroporto Internacional de Miami. O grupo será recebido pelo seu guia acompanhante em tempo integral e transferido para o seu hotel em Ft. Lauderdale. Após check-in terão a tarde livre. Sessão de treino à noite seguido de um jantar de boas-vindas e noite livre.</w:t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Quinta-feira, 17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Passeio pela manhã (Ft. Lauderdale/Miami/Florida Everglades). À noite as equipes farão um amistoso contra Wildfire Volleyball Club.</w:t>
      </w:r>
      <w:r w:rsidRPr="002C17BF">
        <w:rPr>
          <w:rFonts w:ascii="Times New Roman" w:hAnsi="Times New Roman" w:cs="Times New Roman"/>
          <w:lang w:val="pt-PT" w:eastAsia="pt-BR"/>
        </w:rPr>
        <w:br/>
        <w:t> </w:t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Sexta-feira, 18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De manhã, a equipe vai para Orlando,  onde participarão do </w:t>
      </w:r>
      <w:r w:rsidRPr="002C17BF">
        <w:rPr>
          <w:rFonts w:ascii="Times New Roman" w:hAnsi="Times New Roman" w:cs="Times New Roman"/>
        </w:rPr>
        <w:t>OVA/MLK Volleyball Showcase Tournament</w:t>
      </w:r>
      <w:r w:rsidRPr="002C17BF">
        <w:rPr>
          <w:rFonts w:ascii="Times New Roman" w:hAnsi="Times New Roman" w:cs="Times New Roman"/>
          <w:lang w:val="pt-PT" w:eastAsia="pt-BR"/>
        </w:rPr>
        <w:t xml:space="preserve">, no </w:t>
      </w:r>
      <w:r w:rsidRPr="002C17BF">
        <w:rPr>
          <w:rFonts w:ascii="Times New Roman" w:hAnsi="Times New Roman" w:cs="Times New Roman"/>
        </w:rPr>
        <w:t>Orlando Volleyball Academy</w:t>
      </w:r>
      <w:r w:rsidRPr="002C17BF">
        <w:rPr>
          <w:rFonts w:ascii="Times New Roman" w:hAnsi="Times New Roman" w:cs="Times New Roman"/>
          <w:lang w:val="pt-PT" w:eastAsia="pt-BR"/>
        </w:rPr>
        <w:t xml:space="preserve"> . Tarde disponível para visitar os shoppings de Orlando. Noite livre.</w:t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O grupo ficará nas casas em Condomínios Fechados com acomodações para até 14 pessoas. Estas residencias dispõem de cozinha completa, salão de jogos, sala de estar e piscina/spa, estão localizadas a 10 minutos da Disney. Noite livre para atividades da equipe (ou visita ao Downtown Disney/shoppings).</w:t>
      </w:r>
    </w:p>
    <w:p w:rsidR="007A1AB3" w:rsidRPr="002C17BF" w:rsidRDefault="007A1AB3" w:rsidP="007A054B">
      <w:pPr>
        <w:spacing w:after="0" w:line="240" w:lineRule="auto"/>
        <w:rPr>
          <w:rFonts w:ascii="Times New Roman" w:hAnsi="Times New Roman" w:cs="Times New Roman"/>
          <w:lang w:val="pt-PT" w:eastAsia="pt-BR"/>
        </w:rPr>
      </w:pP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Sábado</w:t>
      </w:r>
      <w:r>
        <w:rPr>
          <w:rFonts w:ascii="Times New Roman" w:hAnsi="Times New Roman" w:cs="Times New Roman"/>
          <w:b/>
          <w:bCs/>
          <w:lang w:val="pt-PT" w:eastAsia="pt-BR"/>
        </w:rPr>
        <w:t xml:space="preserve"> a Segunda, </w:t>
      </w:r>
      <w:r w:rsidRPr="002C17BF">
        <w:rPr>
          <w:rFonts w:ascii="Times New Roman" w:hAnsi="Times New Roman" w:cs="Times New Roman"/>
          <w:b/>
          <w:bCs/>
          <w:lang w:val="pt-PT" w:eastAsia="pt-BR"/>
        </w:rPr>
        <w:t xml:space="preserve"> 19</w:t>
      </w:r>
      <w:r>
        <w:rPr>
          <w:rFonts w:ascii="Times New Roman" w:hAnsi="Times New Roman" w:cs="Times New Roman"/>
          <w:b/>
          <w:bCs/>
          <w:lang w:val="pt-PT" w:eastAsia="pt-BR"/>
        </w:rPr>
        <w:t>, 20 e 21</w:t>
      </w:r>
      <w:r w:rsidRPr="002C17BF">
        <w:rPr>
          <w:rFonts w:ascii="Times New Roman" w:hAnsi="Times New Roman" w:cs="Times New Roman"/>
          <w:b/>
          <w:bCs/>
          <w:lang w:val="pt-PT" w:eastAsia="pt-BR"/>
        </w:rPr>
        <w:t xml:space="preserve">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Participação no </w:t>
      </w:r>
      <w:r w:rsidRPr="002C17BF">
        <w:rPr>
          <w:rFonts w:ascii="Times New Roman" w:hAnsi="Times New Roman" w:cs="Times New Roman"/>
        </w:rPr>
        <w:t>OVA/MLK Volleyball Showcase Tournament</w:t>
      </w:r>
      <w:r w:rsidRPr="002C17BF">
        <w:rPr>
          <w:rFonts w:ascii="Times New Roman" w:hAnsi="Times New Roman" w:cs="Times New Roman"/>
          <w:lang w:val="pt-PT" w:eastAsia="pt-BR"/>
        </w:rPr>
        <w:t>. As atletas que não estiverem jogando no torneio neste dia, poderão fazer passeios, compras e/ou excursões organizadas pelo evento.</w:t>
      </w:r>
      <w:r w:rsidRPr="002C17BF">
        <w:rPr>
          <w:rFonts w:ascii="Times New Roman" w:hAnsi="Times New Roman" w:cs="Times New Roman"/>
          <w:lang w:val="pt-PT" w:eastAsia="pt-BR"/>
        </w:rPr>
        <w:br/>
      </w:r>
      <w:r>
        <w:rPr>
          <w:rFonts w:ascii="Times New Roman" w:hAnsi="Times New Roman" w:cs="Times New Roman"/>
          <w:lang w:val="pt-PT" w:eastAsia="pt-BR"/>
        </w:rPr>
        <w:t xml:space="preserve">Dia 21 </w:t>
      </w:r>
      <w:r w:rsidRPr="002C17BF">
        <w:rPr>
          <w:rFonts w:ascii="Times New Roman" w:hAnsi="Times New Roman" w:cs="Times New Roman"/>
          <w:lang w:val="pt-PT" w:eastAsia="pt-BR"/>
        </w:rPr>
        <w:t>À noite será realizado um jantar de confraternização com toda equipe.</w:t>
      </w:r>
      <w:r w:rsidRPr="002C17BF">
        <w:rPr>
          <w:rFonts w:ascii="Times New Roman" w:hAnsi="Times New Roman" w:cs="Times New Roman"/>
          <w:lang w:val="pt-PT" w:eastAsia="pt-BR"/>
        </w:rPr>
        <w:br/>
      </w:r>
    </w:p>
    <w:p w:rsidR="007A1AB3" w:rsidRPr="002C17BF" w:rsidRDefault="007A1AB3" w:rsidP="007A054B">
      <w:pPr>
        <w:spacing w:after="0" w:line="240" w:lineRule="auto"/>
        <w:rPr>
          <w:rFonts w:ascii="Times New Roman" w:hAnsi="Times New Roman" w:cs="Times New Roman"/>
          <w:lang w:val="pt-PT" w:eastAsia="pt-BR"/>
        </w:rPr>
      </w:pPr>
      <w:r w:rsidRPr="002C17BF">
        <w:rPr>
          <w:rFonts w:ascii="Times New Roman" w:hAnsi="Times New Roman" w:cs="Times New Roman"/>
          <w:b/>
          <w:bCs/>
          <w:lang w:val="pt-PT" w:eastAsia="pt-BR"/>
        </w:rPr>
        <w:t>Terça-feira, 22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Dia inteiro no Walt Disney World parques temáticos (Magic Kingdom, MGM Studios, Animal Kingdom, Epcot).</w:t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Quarta-feira, 23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Dia inteiro de visita a Universal Studios e/ou Islands of Adventure. À noite a equipe irá assistir uma partida da NBA - Orlando Magic.</w:t>
      </w:r>
      <w:r w:rsidRPr="002C17BF">
        <w:rPr>
          <w:rFonts w:ascii="Times New Roman" w:hAnsi="Times New Roman" w:cs="Times New Roman"/>
          <w:lang w:val="pt-PT" w:eastAsia="pt-BR"/>
        </w:rPr>
        <w:br/>
      </w:r>
    </w:p>
    <w:p w:rsidR="007A1AB3" w:rsidRPr="002C17BF" w:rsidRDefault="007A1AB3" w:rsidP="007A054B">
      <w:pPr>
        <w:spacing w:after="0" w:line="240" w:lineRule="auto"/>
        <w:rPr>
          <w:rFonts w:ascii="Times New Roman" w:hAnsi="Times New Roman" w:cs="Times New Roman"/>
          <w:lang w:val="pt-PT" w:eastAsia="pt-BR"/>
        </w:rPr>
      </w:pPr>
      <w:r w:rsidRPr="002C17BF">
        <w:rPr>
          <w:rFonts w:ascii="Times New Roman" w:hAnsi="Times New Roman" w:cs="Times New Roman"/>
          <w:b/>
          <w:bCs/>
          <w:lang w:val="pt-PT" w:eastAsia="pt-BR"/>
        </w:rPr>
        <w:t>Quinta-feira, 24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Dia inteiro no Walt Disney World parques temáticos (Magic Kingdom, MGM Studios, Animal Kingdom, Epcot).</w:t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Sexta-feira, 25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No final da manhã as equipes farão transfer de volta para o Sul da Flórida para a participação no Miami Invitational. Registro da equipe no torneio e noite livre.</w:t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lang w:val="pt-PT" w:eastAsia="pt-BR"/>
        </w:rPr>
        <w:br/>
      </w:r>
      <w:r>
        <w:rPr>
          <w:rFonts w:ascii="Times New Roman" w:hAnsi="Times New Roman" w:cs="Times New Roman"/>
          <w:b/>
          <w:bCs/>
          <w:lang w:val="pt-PT" w:eastAsia="pt-BR"/>
        </w:rPr>
        <w:t>Sábado e Domingo,</w:t>
      </w:r>
      <w:r w:rsidRPr="002C17BF">
        <w:rPr>
          <w:rFonts w:ascii="Times New Roman" w:hAnsi="Times New Roman" w:cs="Times New Roman"/>
          <w:b/>
          <w:bCs/>
          <w:lang w:val="pt-PT" w:eastAsia="pt-BR"/>
        </w:rPr>
        <w:t xml:space="preserve"> 26 </w:t>
      </w:r>
      <w:r>
        <w:rPr>
          <w:rFonts w:ascii="Times New Roman" w:hAnsi="Times New Roman" w:cs="Times New Roman"/>
          <w:b/>
          <w:bCs/>
          <w:lang w:val="pt-PT" w:eastAsia="pt-BR"/>
        </w:rPr>
        <w:t xml:space="preserve">e 27 </w:t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Participação no Miami Invitational. As atletas que não estiverem jogando no torneio neste dia, poderão fazer passeios, compras e/ou excursões organizadas pelo evento.</w:t>
      </w:r>
    </w:p>
    <w:p w:rsidR="007A1AB3" w:rsidRPr="002C17BF" w:rsidRDefault="007A1AB3" w:rsidP="007A054B">
      <w:pPr>
        <w:spacing w:after="0" w:line="240" w:lineRule="auto"/>
        <w:rPr>
          <w:rFonts w:ascii="Times New Roman" w:hAnsi="Times New Roman" w:cs="Times New Roman"/>
          <w:lang w:val="pt-PT" w:eastAsia="pt-BR"/>
        </w:rPr>
      </w:pP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Segunda-feira, 28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Manhã e tarde livre para passear e fazer compras no sul da Flórida (South Beach ou Sawgrass Mills). Noite livre para atividades da equipe.</w:t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lang w:val="pt-PT" w:eastAsia="pt-BR"/>
        </w:rPr>
        <w:br/>
      </w:r>
      <w:r w:rsidRPr="002C17BF">
        <w:rPr>
          <w:rFonts w:ascii="Times New Roman" w:hAnsi="Times New Roman" w:cs="Times New Roman"/>
          <w:b/>
          <w:bCs/>
          <w:lang w:val="pt-PT" w:eastAsia="pt-BR"/>
        </w:rPr>
        <w:t>Terça-feira, 29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Passeio pela manhã (Ft. Lauderdale / Miami / Florida Everglades). À noite as equipes terão um amistoso contra o </w:t>
      </w:r>
      <w:r w:rsidRPr="002C17BF">
        <w:rPr>
          <w:rFonts w:ascii="Times New Roman" w:hAnsi="Times New Roman" w:cs="Times New Roman"/>
        </w:rPr>
        <w:t>South Florida Volleyball.</w:t>
      </w:r>
      <w:r w:rsidRPr="002C17BF">
        <w:rPr>
          <w:rFonts w:ascii="Times New Roman" w:hAnsi="Times New Roman" w:cs="Times New Roman"/>
          <w:lang w:val="pt-PT" w:eastAsia="pt-BR"/>
        </w:rPr>
        <w:br/>
      </w:r>
    </w:p>
    <w:p w:rsidR="007A1AB3" w:rsidRDefault="007A1AB3" w:rsidP="007A054B">
      <w:pPr>
        <w:spacing w:after="0" w:line="240" w:lineRule="auto"/>
        <w:rPr>
          <w:rFonts w:ascii="Times New Roman" w:hAnsi="Times New Roman" w:cs="Times New Roman"/>
          <w:lang w:val="pt-PT" w:eastAsia="pt-BR"/>
        </w:rPr>
      </w:pPr>
      <w:r w:rsidRPr="002C17BF">
        <w:rPr>
          <w:rFonts w:ascii="Times New Roman" w:hAnsi="Times New Roman" w:cs="Times New Roman"/>
          <w:b/>
          <w:bCs/>
          <w:lang w:val="pt-PT" w:eastAsia="pt-BR"/>
        </w:rPr>
        <w:t>Quarta-feira, 30 de janeiro</w:t>
      </w:r>
      <w:r w:rsidRPr="002C17BF">
        <w:rPr>
          <w:rFonts w:ascii="Times New Roman" w:hAnsi="Times New Roman" w:cs="Times New Roman"/>
          <w:lang w:val="pt-PT" w:eastAsia="pt-BR"/>
        </w:rPr>
        <w:t xml:space="preserve"> - Manhã livre. A tarde transfer para o Aeroporto Internacional de Miami (MIA) para o vôo de retorno ao Brasil.</w:t>
      </w:r>
      <w:r w:rsidRPr="002C17BF">
        <w:rPr>
          <w:rFonts w:ascii="Times New Roman" w:hAnsi="Times New Roman" w:cs="Times New Roman"/>
          <w:lang w:val="pt-PT" w:eastAsia="pt-BR"/>
        </w:rPr>
        <w:br/>
      </w:r>
    </w:p>
    <w:p w:rsidR="007A1AB3" w:rsidRPr="00234E28" w:rsidRDefault="007A1AB3" w:rsidP="00234E28">
      <w:pPr>
        <w:pStyle w:val="BlockText"/>
        <w:ind w:left="0" w:right="0" w:hanging="692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34E28">
        <w:rPr>
          <w:rFonts w:ascii="Times New Roman" w:hAnsi="Times New Roman" w:cs="Times New Roman"/>
          <w:b/>
          <w:bCs/>
          <w:color w:val="000000"/>
          <w:sz w:val="22"/>
          <w:szCs w:val="22"/>
        </w:rPr>
        <w:t>Luiz Carlos Vieira</w:t>
      </w:r>
    </w:p>
    <w:p w:rsidR="007A1AB3" w:rsidRPr="00234E28" w:rsidRDefault="007A1AB3" w:rsidP="00234E28">
      <w:pPr>
        <w:pStyle w:val="BlockText"/>
        <w:ind w:left="0" w:right="0" w:hanging="692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34E28">
        <w:rPr>
          <w:rFonts w:ascii="Times New Roman" w:hAnsi="Times New Roman" w:cs="Times New Roman"/>
          <w:b/>
          <w:bCs/>
          <w:color w:val="000000"/>
          <w:sz w:val="22"/>
          <w:szCs w:val="22"/>
        </w:rPr>
        <w:t>Professor Responsável</w:t>
      </w:r>
    </w:p>
    <w:p w:rsidR="007A1AB3" w:rsidRPr="00234E28" w:rsidRDefault="007A1AB3" w:rsidP="00234E28">
      <w:pPr>
        <w:pStyle w:val="BlockText"/>
        <w:ind w:left="0" w:right="0" w:hanging="692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34E28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Fone: 8405-1784 / 3337-6362</w:t>
      </w:r>
    </w:p>
    <w:p w:rsidR="007A1AB3" w:rsidRPr="00234E28" w:rsidRDefault="007A1AB3" w:rsidP="00234E28">
      <w:pPr>
        <w:spacing w:after="0"/>
        <w:ind w:left="-720" w:hanging="360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234E28">
        <w:rPr>
          <w:sz w:val="20"/>
          <w:szCs w:val="20"/>
        </w:rPr>
        <w:t xml:space="preserve">E-mail: </w:t>
      </w:r>
      <w:hyperlink r:id="rId7" w:history="1">
        <w:r w:rsidRPr="00234E28">
          <w:rPr>
            <w:rStyle w:val="Hyperlink"/>
            <w:color w:val="000000"/>
            <w:sz w:val="20"/>
            <w:szCs w:val="20"/>
          </w:rPr>
          <w:t>lcvieira89@brturbo.com.br</w:t>
        </w:r>
      </w:hyperlink>
    </w:p>
    <w:p w:rsidR="007A1AB3" w:rsidRPr="00234E28" w:rsidRDefault="007A1AB3" w:rsidP="007A054B">
      <w:pPr>
        <w:spacing w:after="0" w:line="240" w:lineRule="auto"/>
        <w:rPr>
          <w:rFonts w:ascii="Times New Roman" w:hAnsi="Times New Roman" w:cs="Times New Roman"/>
          <w:lang w:eastAsia="pt-BR"/>
        </w:rPr>
      </w:pPr>
    </w:p>
    <w:sectPr w:rsidR="007A1AB3" w:rsidRPr="00234E28" w:rsidSect="00656A04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5F67"/>
    <w:multiLevelType w:val="hybridMultilevel"/>
    <w:tmpl w:val="BCA6AB90"/>
    <w:lvl w:ilvl="0" w:tplc="3C9A6A1A">
      <w:start w:val="564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398265D9"/>
    <w:multiLevelType w:val="hybridMultilevel"/>
    <w:tmpl w:val="EDDEDB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8C37229"/>
    <w:multiLevelType w:val="hybridMultilevel"/>
    <w:tmpl w:val="D45C5B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FD1"/>
    <w:rsid w:val="00010579"/>
    <w:rsid w:val="000D2FBB"/>
    <w:rsid w:val="00191068"/>
    <w:rsid w:val="00200216"/>
    <w:rsid w:val="00220F59"/>
    <w:rsid w:val="00234E28"/>
    <w:rsid w:val="00260D77"/>
    <w:rsid w:val="0027547B"/>
    <w:rsid w:val="002A1867"/>
    <w:rsid w:val="002C17BF"/>
    <w:rsid w:val="003762E8"/>
    <w:rsid w:val="003C0033"/>
    <w:rsid w:val="003D5B06"/>
    <w:rsid w:val="00455DD6"/>
    <w:rsid w:val="00460810"/>
    <w:rsid w:val="004C6C9E"/>
    <w:rsid w:val="005742DD"/>
    <w:rsid w:val="006114D8"/>
    <w:rsid w:val="00656A04"/>
    <w:rsid w:val="006D231A"/>
    <w:rsid w:val="007A054B"/>
    <w:rsid w:val="007A1AB3"/>
    <w:rsid w:val="00847883"/>
    <w:rsid w:val="00893755"/>
    <w:rsid w:val="008D1D80"/>
    <w:rsid w:val="008E5048"/>
    <w:rsid w:val="00912E3E"/>
    <w:rsid w:val="00940CBF"/>
    <w:rsid w:val="0096503E"/>
    <w:rsid w:val="00A200D6"/>
    <w:rsid w:val="00B33153"/>
    <w:rsid w:val="00BF65CC"/>
    <w:rsid w:val="00C33B4F"/>
    <w:rsid w:val="00C37F5C"/>
    <w:rsid w:val="00C57F4A"/>
    <w:rsid w:val="00E120C9"/>
    <w:rsid w:val="00E83FD1"/>
    <w:rsid w:val="00EB7F9D"/>
    <w:rsid w:val="00F2018F"/>
    <w:rsid w:val="00F90163"/>
    <w:rsid w:val="00FB61D3"/>
    <w:rsid w:val="00FC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16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E83F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E83FD1"/>
    <w:rPr>
      <w:rFonts w:ascii="Arial" w:hAnsi="Arial" w:cs="Arial"/>
      <w:vanish/>
      <w:sz w:val="16"/>
      <w:szCs w:val="16"/>
      <w:lang w:eastAsia="pt-BR"/>
    </w:rPr>
  </w:style>
  <w:style w:type="character" w:styleId="Hyperlink">
    <w:name w:val="Hyperlink"/>
    <w:basedOn w:val="DefaultParagraphFont"/>
    <w:uiPriority w:val="99"/>
    <w:semiHidden/>
    <w:rsid w:val="00E83FD1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E83F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E83FD1"/>
    <w:rPr>
      <w:rFonts w:ascii="Arial" w:hAnsi="Arial" w:cs="Arial"/>
      <w:vanish/>
      <w:sz w:val="16"/>
      <w:szCs w:val="16"/>
      <w:lang w:eastAsia="pt-BR"/>
    </w:rPr>
  </w:style>
  <w:style w:type="character" w:customStyle="1" w:styleId="gt-ft-text">
    <w:name w:val="gt-ft-text"/>
    <w:basedOn w:val="DefaultParagraphFont"/>
    <w:uiPriority w:val="99"/>
    <w:rsid w:val="00E83FD1"/>
  </w:style>
  <w:style w:type="paragraph" w:styleId="BlockText">
    <w:name w:val="Block Text"/>
    <w:basedOn w:val="Normal"/>
    <w:uiPriority w:val="99"/>
    <w:rsid w:val="00234E28"/>
    <w:pPr>
      <w:widowControl w:val="0"/>
      <w:autoSpaceDE w:val="0"/>
      <w:autoSpaceDN w:val="0"/>
      <w:adjustRightInd w:val="0"/>
      <w:spacing w:after="0" w:line="288" w:lineRule="exact"/>
      <w:ind w:left="1080" w:right="2294" w:hanging="872"/>
      <w:jc w:val="both"/>
    </w:pPr>
    <w:rPr>
      <w:rFonts w:ascii="Arial" w:hAnsi="Arial" w:cs="Arial"/>
      <w:color w:val="003366"/>
      <w:sz w:val="28"/>
      <w:szCs w:val="2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2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2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9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2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2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2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9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920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9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92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920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cvieira89@brturbo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462</Words>
  <Characters>2497</Characters>
  <Application>Microsoft Office Outlook</Application>
  <DocSecurity>0</DocSecurity>
  <Lines>0</Lines>
  <Paragraphs>0</Paragraphs>
  <ScaleCrop>false</ScaleCrop>
  <Company>Freud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VOLEIBOL</dc:title>
  <dc:subject/>
  <dc:creator>Zamana</dc:creator>
  <cp:keywords/>
  <dc:description/>
  <cp:lastModifiedBy>LUIZ</cp:lastModifiedBy>
  <cp:revision>4</cp:revision>
  <dcterms:created xsi:type="dcterms:W3CDTF">2012-05-01T12:58:00Z</dcterms:created>
  <dcterms:modified xsi:type="dcterms:W3CDTF">2012-05-01T13:20:00Z</dcterms:modified>
</cp:coreProperties>
</file>