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C17" w:rsidRDefault="00801C17" w:rsidP="00B5333B">
      <w:pPr>
        <w:jc w:val="center"/>
        <w:rPr>
          <w:lang w:val="bg-BG"/>
        </w:rPr>
      </w:pPr>
      <w:r>
        <w:rPr>
          <w:lang w:val="bg-BG"/>
        </w:rPr>
        <w:t>АНАЛИЗ   НА  ПРОРОЧЕСТВАТА  В  БИБЛИЯТА. І част: АНАЛИЗ  НА ВСЕ ОЩЕ НЕСБЪДНАЛИТЕ   СЕ  ПРОРОЧЕСТВА</w:t>
      </w:r>
    </w:p>
    <w:p w:rsidR="00801C17" w:rsidRDefault="00801C17" w:rsidP="00B5333B">
      <w:pPr>
        <w:jc w:val="center"/>
        <w:rPr>
          <w:lang w:val="bg-BG"/>
        </w:rPr>
      </w:pPr>
      <w:r>
        <w:rPr>
          <w:lang w:val="bg-BG"/>
        </w:rPr>
        <w:t>БОЖИДАР  ПАЛЮШЕВ</w:t>
      </w:r>
    </w:p>
    <w:p w:rsidR="00801C17" w:rsidRDefault="00801C17" w:rsidP="00B5333B">
      <w:pPr>
        <w:jc w:val="both"/>
        <w:rPr>
          <w:lang w:val="bg-BG"/>
        </w:rPr>
      </w:pPr>
      <w:r>
        <w:rPr>
          <w:lang w:val="bg-BG"/>
        </w:rPr>
        <w:t>Има една стара евангелска песен на известния английски християнски певец Рой Пендълтън, озаглавена „Готови ли сте Иисус да дойде?”.Това е едно много провокиращо и будещо размишление заглавие.Моето впечатление от религиозния живот на българските християнски църкви в България и в Лондон е, че голямото мнозинство от вярващите българи  не е подготвено за Второто Пришествие на нашия Господ. Имам впечатлението, че хората не са погълнати  и увлечени от тази най-значителна и добра вест в живота на всеки един вярващ в делото на Иисус човек.В една от църквите напр. чух проповед за това, че Иисус щял да се върне на земята още два пъти, при което присъстващите приеха съвсем нормално това очевидно заблуждаващо твърдение.Аз обаче бях шокиран от това лъжливо свидетелство. За съжаление моето възражение беше решително отхвърлено без никакви обяснения и без покана за едно благочестиво и благоразумно изслушване на моите доводи. Затова аз реших да изложа моите съображения по този важен въпрос  в настоящата статия, която е и първата  от серията озаглавена „Анализ на пророчествата в Библията”.Доводите ми и възраженията ми ще се основават единствено и само на Божието Слово в Библията. Този въпрос, между впрочем, е свързан с може би най-великото и значително,но все още несбъднало се пророчество в Библията – това за Второто Пришествие на Иисус Христос.</w:t>
      </w:r>
    </w:p>
    <w:p w:rsidR="00801C17" w:rsidRDefault="00801C17" w:rsidP="00B5333B">
      <w:pPr>
        <w:jc w:val="both"/>
        <w:rPr>
          <w:lang w:val="bg-BG"/>
        </w:rPr>
      </w:pPr>
      <w:r>
        <w:rPr>
          <w:lang w:val="bg-BG"/>
        </w:rPr>
        <w:t>„Готови  ли сте Иисус да дойде?” е всъщност покана за отговор от наша страна на Неговото вечно приятелство и любов към искрено вярващите в Светата Троица християни, докато  Спасителят дойде. И Той ще дойде само веднъж  в слава,така  че всички земни народи ще Го видят.Това е толкова просто! Още повече, че в Библията има много свидетелства,които ясно показват,че Второто Пришествие на Иисус ще бъде еднократно.</w:t>
      </w:r>
    </w:p>
    <w:p w:rsidR="00801C17" w:rsidRDefault="00801C17" w:rsidP="00B5333B">
      <w:pPr>
        <w:jc w:val="both"/>
        <w:rPr>
          <w:lang w:val="bg-BG"/>
        </w:rPr>
      </w:pPr>
      <w:r>
        <w:rPr>
          <w:lang w:val="bg-BG"/>
        </w:rPr>
        <w:t xml:space="preserve">Преди известно време по световните киноекрани бе представен  филма „Оставените”, главната тема на който бе идеята на учението за  двойното  идване на земята на Божия Син Иисус Христос при Неговото Второ Пришествие.Това учение получи популярност под названието „теория  за тайното грабване” ( на англ. </w:t>
      </w:r>
      <w:r>
        <w:t>Theory</w:t>
      </w:r>
      <w:r w:rsidRPr="00D630FA">
        <w:rPr>
          <w:lang w:val="ru-RU"/>
        </w:rPr>
        <w:t xml:space="preserve"> </w:t>
      </w:r>
      <w:r>
        <w:t>of</w:t>
      </w:r>
      <w:r w:rsidRPr="00D630FA">
        <w:rPr>
          <w:lang w:val="ru-RU"/>
        </w:rPr>
        <w:t xml:space="preserve"> </w:t>
      </w:r>
      <w:r>
        <w:t>Secret</w:t>
      </w:r>
      <w:r w:rsidRPr="00D630FA">
        <w:rPr>
          <w:lang w:val="ru-RU"/>
        </w:rPr>
        <w:t xml:space="preserve"> </w:t>
      </w:r>
      <w:r>
        <w:t>Rapture</w:t>
      </w:r>
      <w:r w:rsidRPr="00D630FA">
        <w:rPr>
          <w:lang w:val="ru-RU"/>
        </w:rPr>
        <w:t xml:space="preserve">),популяризирано </w:t>
      </w:r>
      <w:r>
        <w:rPr>
          <w:lang w:val="bg-BG"/>
        </w:rPr>
        <w:t>от поредицата романи на тази тема, озаглавена  „Оставените”.</w:t>
      </w:r>
    </w:p>
    <w:p w:rsidR="00801C17" w:rsidRDefault="00801C17" w:rsidP="00B5333B">
      <w:pPr>
        <w:jc w:val="both"/>
        <w:rPr>
          <w:lang w:val="bg-BG"/>
        </w:rPr>
      </w:pPr>
      <w:r>
        <w:rPr>
          <w:lang w:val="bg-BG"/>
        </w:rPr>
        <w:t>Най-важният аргумент използван  за защита на теорията за тайното грабване  са думите на Иисус, записани в Матей 24:38-40: „Защото, както и в ония дни преди потопа, ядеха и пиеха, женеха се и се омъжваха, до деня до когато Ной влезе в ковчега, и не усетиха, до като дойде потопът и завлече всички, така ще бъде и пришествието на Човешкия  Син. Тогава двама ще бъдат на полето: единят се взема, а другият се оставя”.</w:t>
      </w:r>
    </w:p>
    <w:p w:rsidR="00801C17" w:rsidRDefault="00801C17" w:rsidP="00B5333B">
      <w:pPr>
        <w:jc w:val="both"/>
        <w:rPr>
          <w:lang w:val="bg-BG"/>
        </w:rPr>
      </w:pPr>
      <w:r>
        <w:rPr>
          <w:lang w:val="bg-BG"/>
        </w:rPr>
        <w:t>Когато посетих Ню Йорк за една научна конференция, аз видях таксита, на които бе поставен надпис: „Шофьорът на това такси ще бъде грабнат при Второто Пришествие на Иисус”. Това бе предупреждение към клиентите , които ползват тези таксита, за да знаят, че те рискуват да останат без шофьор дори и в момент на движение на колата, с всички произтичащи от това рискове.</w:t>
      </w:r>
    </w:p>
    <w:p w:rsidR="00801C17" w:rsidRDefault="00801C17" w:rsidP="00B5333B">
      <w:pPr>
        <w:jc w:val="both"/>
        <w:rPr>
          <w:lang w:val="bg-BG"/>
        </w:rPr>
      </w:pPr>
      <w:r>
        <w:rPr>
          <w:lang w:val="bg-BG"/>
        </w:rPr>
        <w:t>Накратко, това ново заблуждаващо учение издига идеята за двойното идване на Иисус – веднъж  „тайно”, в началото  на дните на Голямата скръб, когато Той грабва на небето своите светии и след  това  идва за втори път в края на седемте години от управлението на антихриста, когато Иисус установява Своето хилядолетно царство на земята. Някои благоразумни богослови сравняват по значимост отрицателното влияние на това учение с влиянието върху Църквата на учението , че Иисус Христос е само един обикновен пророк.</w:t>
      </w:r>
    </w:p>
    <w:p w:rsidR="00801C17" w:rsidRDefault="00801C17" w:rsidP="00B5333B">
      <w:pPr>
        <w:jc w:val="both"/>
        <w:rPr>
          <w:lang w:val="bg-BG"/>
        </w:rPr>
      </w:pPr>
      <w:r>
        <w:rPr>
          <w:lang w:val="bg-BG"/>
        </w:rPr>
        <w:t>Идеята за „тайното грабване” е издигната за първи път от ирландския адвокат от англиканско вероизповедание Джон Нелсън Дарби (1800- 1882 г.). Неговото твърдение е, че  Иисус отначало ще се върне тайно, за да вземе верните Си последователи. След като те бъдат грабнати, твърди  Дарби, антихристът ще завземе властта над света, ще направи завет с Израел и ще построи храма в Ерусалим. Тогава в средата на неговото седемгодишно управление той ще забрани принасянето на жертви в новопостроения  храм, което ще хаотизира света. Това ще е периодът на т.нар. „голяма скръб”. След това Иисус ще се завърне за втори път в края на въпросния седемгодишен период, за да унищожи антихриста и да установи хилядолетното  Си царство.В богословската наука тази теория получи популярност под названието теория на  диспенсационализма.</w:t>
      </w:r>
    </w:p>
    <w:p w:rsidR="00801C17" w:rsidRDefault="00801C17" w:rsidP="00B5333B">
      <w:pPr>
        <w:jc w:val="both"/>
        <w:rPr>
          <w:lang w:val="bg-BG"/>
        </w:rPr>
      </w:pPr>
      <w:r>
        <w:rPr>
          <w:lang w:val="bg-BG"/>
        </w:rPr>
        <w:t>Най- големият парадокс , който произтича от теорията на тайното грабване е самото състояние на оставащите на земята живи хора. Те вече ще знаят,че са обречени и ще знаят какво ги очаква в близкото бъдеще. Можем само да гадаем какво объркване ще настъпи сред останалите живи хора на земята, ако такова грабване е наистина реално. За да подкрепя това мое мнение, аз ще представя една характерна в този смисъл сцена от филма „Оставените”. Главен герой в него е пилотът на Боинг 747 капитан Рейфорд Стийл. Сцената е следната: През една нощ капитанът пилотира  самолета си по трансатлантически маршрут до Лондон. Рейфорд  е християнин, но вярата му е повърхностна, неискрена и затова си позволява да флиртува с красивата стюардеса Хати Дърам, отговаряща за обслужването на нощния полет до Лондон. Като оставя втория пилот да управлява, Стийл излиза от пилотската кабина и се хвърля в прегръдките на стюардесата. Ето какво е описанието на тази сцена в бестселъра „Оставените”: „Когато отвори вратата на кабината, Хати Дърам почти връхлетя върху него.</w:t>
      </w:r>
    </w:p>
    <w:p w:rsidR="00801C17" w:rsidRDefault="00801C17" w:rsidP="00B5333B">
      <w:pPr>
        <w:jc w:val="both"/>
        <w:rPr>
          <w:lang w:val="bg-BG"/>
        </w:rPr>
      </w:pPr>
      <w:r>
        <w:rPr>
          <w:lang w:val="bg-BG"/>
        </w:rPr>
        <w:t>-Няма нужда да чукаш – каза той.- Идвам.</w:t>
      </w:r>
    </w:p>
    <w:p w:rsidR="00801C17" w:rsidRDefault="00801C17" w:rsidP="00B5333B">
      <w:pPr>
        <w:jc w:val="both"/>
        <w:rPr>
          <w:lang w:val="bg-BG"/>
        </w:rPr>
      </w:pPr>
      <w:r>
        <w:rPr>
          <w:lang w:val="bg-BG"/>
        </w:rPr>
        <w:t>Старшата стюардеса го издърпа в предверието,но в докосването й нямаше страст. Пръстите й докосваха челото му като нокти на хищна птица, а тялото й трепереше в тъмнината.</w:t>
      </w:r>
    </w:p>
    <w:p w:rsidR="00801C17" w:rsidRDefault="00801C17" w:rsidP="00B5333B">
      <w:pPr>
        <w:jc w:val="both"/>
        <w:rPr>
          <w:lang w:val="bg-BG"/>
        </w:rPr>
      </w:pPr>
      <w:r>
        <w:rPr>
          <w:lang w:val="bg-BG"/>
        </w:rPr>
        <w:t>-Хати?</w:t>
      </w:r>
    </w:p>
    <w:p w:rsidR="00801C17" w:rsidRDefault="00801C17" w:rsidP="00B5333B">
      <w:pPr>
        <w:jc w:val="both"/>
        <w:rPr>
          <w:lang w:val="bg-BG"/>
        </w:rPr>
      </w:pPr>
      <w:r>
        <w:rPr>
          <w:lang w:val="bg-BG"/>
        </w:rPr>
        <w:t>Тя го притисна и доближи лицето си до неговото.</w:t>
      </w:r>
    </w:p>
    <w:p w:rsidR="00801C17" w:rsidRDefault="00801C17" w:rsidP="00B5333B">
      <w:pPr>
        <w:jc w:val="both"/>
        <w:rPr>
          <w:lang w:val="bg-BG"/>
        </w:rPr>
      </w:pPr>
      <w:r>
        <w:rPr>
          <w:lang w:val="bg-BG"/>
        </w:rPr>
        <w:t>Ако не бе толкова изплашена, би могъл дори да се зарадва и да откликне по същия начин. Коленете й се подгъваха, докато се опитваше да каже нещо, а гласът й звучеше  като  хленчене.</w:t>
      </w:r>
    </w:p>
    <w:p w:rsidR="00801C17" w:rsidRDefault="00801C17" w:rsidP="00B5333B">
      <w:pPr>
        <w:jc w:val="both"/>
        <w:rPr>
          <w:lang w:val="bg-BG"/>
        </w:rPr>
      </w:pPr>
      <w:r>
        <w:rPr>
          <w:lang w:val="bg-BG"/>
        </w:rPr>
        <w:t>-Липсват хора – едва успя да промълви Хати и облегна главата си на гърдите му.</w:t>
      </w:r>
    </w:p>
    <w:p w:rsidR="00801C17" w:rsidRDefault="00801C17" w:rsidP="00B5333B">
      <w:pPr>
        <w:jc w:val="both"/>
        <w:rPr>
          <w:lang w:val="bg-BG"/>
        </w:rPr>
      </w:pPr>
      <w:r>
        <w:rPr>
          <w:lang w:val="bg-BG"/>
        </w:rPr>
        <w:t>Хвана  я за раменете и се опита да я отблъсне,но тя не искаше да го пусне.</w:t>
      </w:r>
    </w:p>
    <w:p w:rsidR="00801C17" w:rsidRDefault="00801C17" w:rsidP="00B5333B">
      <w:pPr>
        <w:jc w:val="both"/>
        <w:rPr>
          <w:lang w:val="bg-BG"/>
        </w:rPr>
      </w:pPr>
      <w:r>
        <w:rPr>
          <w:lang w:val="bg-BG"/>
        </w:rPr>
        <w:t>-Какво искаш да кажеш?</w:t>
      </w:r>
    </w:p>
    <w:p w:rsidR="00801C17" w:rsidRDefault="00801C17" w:rsidP="00B5333B">
      <w:pPr>
        <w:jc w:val="both"/>
        <w:rPr>
          <w:lang w:val="bg-BG"/>
        </w:rPr>
      </w:pPr>
      <w:r>
        <w:rPr>
          <w:lang w:val="bg-BG"/>
        </w:rPr>
        <w:t>Тресеше се от плач, тялото й не можеше да се контролира.</w:t>
      </w:r>
    </w:p>
    <w:p w:rsidR="00801C17" w:rsidRDefault="00801C17" w:rsidP="00B5333B">
      <w:pPr>
        <w:jc w:val="both"/>
        <w:rPr>
          <w:lang w:val="bg-BG"/>
        </w:rPr>
      </w:pPr>
      <w:r>
        <w:rPr>
          <w:lang w:val="bg-BG"/>
        </w:rPr>
        <w:t>-Голям брой хора просто са изчезнали!</w:t>
      </w:r>
    </w:p>
    <w:p w:rsidR="00801C17" w:rsidRDefault="00801C17" w:rsidP="00B5333B">
      <w:pPr>
        <w:jc w:val="both"/>
        <w:rPr>
          <w:lang w:val="bg-BG"/>
        </w:rPr>
      </w:pPr>
      <w:r>
        <w:rPr>
          <w:lang w:val="bg-BG"/>
        </w:rPr>
        <w:t>-Хати, това е голям самолет. Сигурно се мотаят около тоалетните или някъде другаде.</w:t>
      </w:r>
    </w:p>
    <w:p w:rsidR="00801C17" w:rsidRDefault="00801C17" w:rsidP="00B5333B">
      <w:pPr>
        <w:jc w:val="both"/>
        <w:rPr>
          <w:lang w:val="bg-BG"/>
        </w:rPr>
      </w:pPr>
      <w:r>
        <w:rPr>
          <w:lang w:val="bg-BG"/>
        </w:rPr>
        <w:t>Наведе главата му към себе си, за да може да му каже нещо на ухо. Въпреки хриповете си очевидно водеше борба да говори разбираемо.</w:t>
      </w:r>
    </w:p>
    <w:p w:rsidR="00801C17" w:rsidRDefault="00801C17" w:rsidP="00B5333B">
      <w:pPr>
        <w:jc w:val="both"/>
        <w:rPr>
          <w:lang w:val="bg-BG"/>
        </w:rPr>
      </w:pPr>
      <w:r>
        <w:rPr>
          <w:lang w:val="bg-BG"/>
        </w:rPr>
        <w:t>-Бях навсякъде. Казвам ти, десетки хора липсват.</w:t>
      </w:r>
    </w:p>
    <w:p w:rsidR="00801C17" w:rsidRDefault="00801C17" w:rsidP="00B5333B">
      <w:pPr>
        <w:jc w:val="both"/>
        <w:rPr>
          <w:lang w:val="bg-BG"/>
        </w:rPr>
      </w:pPr>
      <w:r>
        <w:rPr>
          <w:lang w:val="bg-BG"/>
        </w:rPr>
        <w:t>-Хати, все още е тъмно. Ще ги намерим.</w:t>
      </w:r>
    </w:p>
    <w:p w:rsidR="00801C17" w:rsidRDefault="00801C17" w:rsidP="00B5333B">
      <w:pPr>
        <w:jc w:val="both"/>
        <w:rPr>
          <w:lang w:val="bg-BG"/>
        </w:rPr>
      </w:pPr>
      <w:r>
        <w:rPr>
          <w:lang w:val="bg-BG"/>
        </w:rPr>
        <w:t>-Не съм луда! Виж сам! Навсякъде из самолета има изчезнали хора.</w:t>
      </w:r>
    </w:p>
    <w:p w:rsidR="00801C17" w:rsidRDefault="00801C17" w:rsidP="00B5333B">
      <w:pPr>
        <w:jc w:val="both"/>
        <w:rPr>
          <w:lang w:val="bg-BG"/>
        </w:rPr>
      </w:pPr>
      <w:r>
        <w:rPr>
          <w:lang w:val="bg-BG"/>
        </w:rPr>
        <w:t>-Сигурно е някаква шега. Крият се и се опитват да …</w:t>
      </w:r>
    </w:p>
    <w:p w:rsidR="00801C17" w:rsidRDefault="00801C17" w:rsidP="00B5333B">
      <w:pPr>
        <w:jc w:val="both"/>
        <w:rPr>
          <w:lang w:val="bg-BG"/>
        </w:rPr>
      </w:pPr>
      <w:r>
        <w:rPr>
          <w:lang w:val="bg-BG"/>
        </w:rPr>
        <w:t>-Рей! Техните обувки, чорапи, дрехите им, всичко е останало. Тези хора просто са … изчезнали!”</w:t>
      </w:r>
    </w:p>
    <w:p w:rsidR="00801C17" w:rsidRDefault="00801C17" w:rsidP="00B5333B">
      <w:pPr>
        <w:jc w:val="both"/>
        <w:rPr>
          <w:lang w:val="bg-BG"/>
        </w:rPr>
      </w:pPr>
      <w:r>
        <w:rPr>
          <w:lang w:val="bg-BG"/>
        </w:rPr>
        <w:t>Във филмовата версия на този роман камерата обхожда салона на самолета и показва малки купчинки от дрехи, лежащи на празни седалки. С подобна реакция като тази на стюардесата започва и трагедията на хората, които са „оставени”.</w:t>
      </w:r>
    </w:p>
    <w:p w:rsidR="00801C17" w:rsidRDefault="00801C17" w:rsidP="00B5333B">
      <w:pPr>
        <w:jc w:val="both"/>
        <w:rPr>
          <w:lang w:val="bg-BG"/>
        </w:rPr>
      </w:pPr>
      <w:r>
        <w:rPr>
          <w:lang w:val="bg-BG"/>
        </w:rPr>
        <w:t>В една друга сцена от същия филм Рейфорд Стийл се връща в дома си в Чикаго, след като презокеанският му полет е бил отменен, и открива в спалнята нощницата на съпругата си, огърлицата й с кръстчето и венчалната халка – всичко това оставено, след като е била грабната през нощта. Капитанът е  „оставен”, а съпругата му е взета на небето.</w:t>
      </w:r>
    </w:p>
    <w:p w:rsidR="00801C17" w:rsidRDefault="00801C17" w:rsidP="00B5333B">
      <w:pPr>
        <w:jc w:val="both"/>
        <w:rPr>
          <w:lang w:val="bg-BG"/>
        </w:rPr>
      </w:pPr>
      <w:r>
        <w:rPr>
          <w:lang w:val="bg-BG"/>
        </w:rPr>
        <w:t>Можем само да гадаем какви  чувства ще изпитват „оставените” при вида на изчезналите техни близки и колко объркани те ще бъдат в течение на остатъка на техния земен живот.</w:t>
      </w:r>
    </w:p>
    <w:p w:rsidR="00801C17" w:rsidRDefault="00801C17" w:rsidP="00B5333B">
      <w:pPr>
        <w:jc w:val="both"/>
        <w:rPr>
          <w:lang w:val="bg-BG"/>
        </w:rPr>
      </w:pPr>
      <w:r>
        <w:rPr>
          <w:lang w:val="bg-BG"/>
        </w:rPr>
        <w:t>За щастие Бог ни е дал ясни свидетелства в Свещеното Писание, че такова явление няма да се случи.Ето ги и самите свидетелства:</w:t>
      </w:r>
    </w:p>
    <w:p w:rsidR="00801C17" w:rsidRDefault="00801C17" w:rsidP="00B5333B">
      <w:pPr>
        <w:pStyle w:val="ListParagraph"/>
        <w:numPr>
          <w:ilvl w:val="0"/>
          <w:numId w:val="4"/>
        </w:numPr>
        <w:jc w:val="both"/>
        <w:rPr>
          <w:lang w:val="bg-BG"/>
        </w:rPr>
      </w:pPr>
      <w:r w:rsidRPr="00677D8B">
        <w:rPr>
          <w:lang w:val="bg-BG"/>
        </w:rPr>
        <w:t xml:space="preserve">Иисус </w:t>
      </w:r>
      <w:r>
        <w:rPr>
          <w:lang w:val="bg-BG"/>
        </w:rPr>
        <w:t xml:space="preserve"> </w:t>
      </w:r>
      <w:r w:rsidRPr="00677D8B">
        <w:rPr>
          <w:lang w:val="bg-BG"/>
        </w:rPr>
        <w:t xml:space="preserve">ясно ни казва в Новия Завет, че Второто Му идване няма да бъде тайно: „Тогава ако някои ви каже: Ето тук е </w:t>
      </w:r>
      <w:r>
        <w:rPr>
          <w:lang w:val="bg-BG"/>
        </w:rPr>
        <w:t>Христос, или: Тука, не вярвайте</w:t>
      </w:r>
      <w:r w:rsidRPr="00A24BCE">
        <w:rPr>
          <w:lang w:val="ru-RU"/>
        </w:rPr>
        <w:t>;</w:t>
      </w:r>
      <w:r w:rsidRPr="00677D8B">
        <w:rPr>
          <w:lang w:val="bg-BG"/>
        </w:rPr>
        <w:t>защото ще се появят лъжехристи, и лъжепророци, които ще покажат големи знамения и чудеса, така щото да заблудят, ако е възможно, и избраните.Ето предсказах ви. Прочее,ако ви кажат: Ето, Той е в пустинята</w:t>
      </w:r>
      <w:r w:rsidRPr="00A24BCE">
        <w:rPr>
          <w:lang w:val="ru-RU"/>
        </w:rPr>
        <w:t>;</w:t>
      </w:r>
      <w:r>
        <w:rPr>
          <w:lang w:val="bg-BG"/>
        </w:rPr>
        <w:t xml:space="preserve"> не излизайте</w:t>
      </w:r>
      <w:r w:rsidRPr="00A24BCE">
        <w:rPr>
          <w:lang w:val="ru-RU"/>
        </w:rPr>
        <w:t>;</w:t>
      </w:r>
      <w:r w:rsidRPr="00677D8B">
        <w:rPr>
          <w:lang w:val="bg-BG"/>
        </w:rPr>
        <w:t xml:space="preserve"> ил</w:t>
      </w:r>
      <w:r>
        <w:rPr>
          <w:lang w:val="bg-BG"/>
        </w:rPr>
        <w:t>и:Ето Той е във вътрешните стаи</w:t>
      </w:r>
      <w:r w:rsidRPr="00A24BCE">
        <w:rPr>
          <w:lang w:val="ru-RU"/>
        </w:rPr>
        <w:t>;</w:t>
      </w:r>
      <w:r w:rsidRPr="00677D8B">
        <w:rPr>
          <w:lang w:val="bg-BG"/>
        </w:rPr>
        <w:t xml:space="preserve"> не вярвайте”</w:t>
      </w:r>
      <w:r>
        <w:rPr>
          <w:lang w:val="bg-BG"/>
        </w:rPr>
        <w:t xml:space="preserve">.(Матей 24:23-26).                                          </w:t>
      </w:r>
    </w:p>
    <w:p w:rsidR="00801C17" w:rsidRDefault="00801C17" w:rsidP="00B5333B">
      <w:pPr>
        <w:jc w:val="both"/>
        <w:rPr>
          <w:lang w:val="bg-BG"/>
        </w:rPr>
      </w:pPr>
      <w:r>
        <w:rPr>
          <w:lang w:val="bg-BG"/>
        </w:rPr>
        <w:t>Следователно „оставените” биха могли  лесно  да разберат, че Иисус е вече дошъл, без  да са Го видели и че Той е някъде в неизвестно място, но Иисус ни предупреждава да не вярваме на такива неща. Ясно е, че хората , които споделят идеята за тайното идване на Иисус са от групата на лъжехристите и лъжепророците и мнозина ще повярват в учението им.</w:t>
      </w:r>
    </w:p>
    <w:p w:rsidR="00801C17" w:rsidRDefault="00801C17" w:rsidP="00B5333B">
      <w:pPr>
        <w:pStyle w:val="ListParagraph"/>
        <w:numPr>
          <w:ilvl w:val="0"/>
          <w:numId w:val="4"/>
        </w:numPr>
        <w:jc w:val="both"/>
        <w:rPr>
          <w:lang w:val="bg-BG"/>
        </w:rPr>
      </w:pPr>
      <w:r w:rsidRPr="0031699F">
        <w:rPr>
          <w:lang w:val="bg-BG"/>
        </w:rPr>
        <w:t>Иисус недвусмислено описва как ще протече Неговото Второ Пришествие: „Тогава ще се яви  на не</w:t>
      </w:r>
      <w:r>
        <w:rPr>
          <w:lang w:val="bg-BG"/>
        </w:rPr>
        <w:t>бето знамението на Човешкия Син</w:t>
      </w:r>
      <w:r w:rsidRPr="00A24BCE">
        <w:rPr>
          <w:lang w:val="ru-RU"/>
        </w:rPr>
        <w:t>;</w:t>
      </w:r>
      <w:r w:rsidRPr="0031699F">
        <w:rPr>
          <w:lang w:val="bg-BG"/>
        </w:rPr>
        <w:t xml:space="preserve"> и тогава ще заплачат всички земни племена като видят Човешкия Син идещ на небесните облаци със сила и голяма слава”</w:t>
      </w:r>
      <w:r>
        <w:rPr>
          <w:lang w:val="bg-BG"/>
        </w:rPr>
        <w:t xml:space="preserve">.(Матей 24:30).                              </w:t>
      </w:r>
    </w:p>
    <w:p w:rsidR="00801C17" w:rsidRDefault="00801C17" w:rsidP="00B5333B">
      <w:pPr>
        <w:jc w:val="both"/>
        <w:rPr>
          <w:lang w:val="bg-BG"/>
        </w:rPr>
      </w:pPr>
      <w:r>
        <w:rPr>
          <w:lang w:val="bg-BG"/>
        </w:rPr>
        <w:t xml:space="preserve">От  това библейско свидетелство става ясно, че </w:t>
      </w:r>
      <w:r>
        <w:rPr>
          <w:u w:val="single"/>
          <w:lang w:val="bg-BG"/>
        </w:rPr>
        <w:t xml:space="preserve">всички ще видят </w:t>
      </w:r>
      <w:r>
        <w:rPr>
          <w:lang w:val="bg-BG"/>
        </w:rPr>
        <w:t>Човешкия Син , идващ на земята, а не ,че Той ще дойде тайно, без  да се вижда от никой.С тия Свои думи Иисус фактически ни казва: Ако някои ви каже, че идвам тайно, не вярвайте!</w:t>
      </w:r>
    </w:p>
    <w:p w:rsidR="00801C17" w:rsidRDefault="00801C17" w:rsidP="00B5333B">
      <w:pPr>
        <w:jc w:val="both"/>
        <w:rPr>
          <w:lang w:val="bg-BG"/>
        </w:rPr>
      </w:pPr>
      <w:r>
        <w:rPr>
          <w:lang w:val="bg-BG"/>
        </w:rPr>
        <w:t>От тези библейски свидетелства става ясно какво се случва и с онези , които са оставени в разказаната от Иисус история.Той ясно обяснява в Матей 24, че оставените биват постигнати незабавно от погибел: „и не усетиха, до като дойде потопът и завлече всички”(Матей 24:39).</w:t>
      </w:r>
    </w:p>
    <w:p w:rsidR="00801C17" w:rsidRDefault="00801C17" w:rsidP="00B5333B">
      <w:pPr>
        <w:jc w:val="both"/>
        <w:rPr>
          <w:lang w:val="bg-BG"/>
        </w:rPr>
      </w:pPr>
      <w:r>
        <w:rPr>
          <w:lang w:val="bg-BG"/>
        </w:rPr>
        <w:t>Следователно онези, които биват „оставени”, не остават, за да продължат да си живеят, а загиват до един.</w:t>
      </w:r>
    </w:p>
    <w:p w:rsidR="00801C17" w:rsidRDefault="00801C17" w:rsidP="00B5333B">
      <w:pPr>
        <w:jc w:val="both"/>
        <w:rPr>
          <w:lang w:val="bg-BG"/>
        </w:rPr>
      </w:pPr>
      <w:r>
        <w:rPr>
          <w:lang w:val="bg-BG"/>
        </w:rPr>
        <w:t>Идеята за тайното грабване се опровергава и от един друг библейски текст, а именно от казаното в І Коринтяни 15:51-53 : „Ето, една тайна ви казвам: Не всички ще починем,но всички ще се изменим, в една минута, в миг на око, при последната тръба; защото тя ще затръби, и мъртвите ще възкръснат нетленни, и ние ще се изменим. Защото това тленното трябва да се облече в нетление, и това смъртното да се облече в безсмъртие”.</w:t>
      </w:r>
    </w:p>
    <w:p w:rsidR="00801C17" w:rsidRPr="00A86F63" w:rsidRDefault="00801C17" w:rsidP="00B5333B">
      <w:pPr>
        <w:jc w:val="both"/>
        <w:rPr>
          <w:lang w:val="ru-RU"/>
        </w:rPr>
      </w:pPr>
      <w:r>
        <w:rPr>
          <w:lang w:val="bg-BG"/>
        </w:rPr>
        <w:t>От този библейски текст става  ясно, че при еднократното Второ идване на Иисус на земята мъртвите праведни ще възкръснат за вечен живот, а живите праведни ще се облекат с безсмъртие и ще отидат заедно с възкръсналите праведни в обиталищата си при Иисус. Тук няма нито дума за някакво тайно грабване.</w:t>
      </w:r>
    </w:p>
    <w:p w:rsidR="00801C17" w:rsidRPr="00A24BCE" w:rsidRDefault="00801C17" w:rsidP="00B5333B">
      <w:pPr>
        <w:jc w:val="both"/>
        <w:rPr>
          <w:lang w:val="ru-RU"/>
        </w:rPr>
      </w:pPr>
      <w:r w:rsidRPr="00A24BCE">
        <w:rPr>
          <w:lang w:val="ru-RU"/>
        </w:rPr>
        <w:t xml:space="preserve">В някои  библейски  текстове  се казва, че </w:t>
      </w:r>
      <w:r>
        <w:rPr>
          <w:lang w:val="ru-RU"/>
        </w:rPr>
        <w:t>идването на Господа ще бъде като  нощен крадец.Привържениците на идеята за тайното грабване се опитват да използват тези текстове в своя полза, но тук очевидно нещата се отнасят за неочакваността  на самия акт на Второто Пришествие.</w:t>
      </w:r>
    </w:p>
    <w:p w:rsidR="00801C17" w:rsidRDefault="00801C17" w:rsidP="00B5333B">
      <w:pPr>
        <w:jc w:val="both"/>
        <w:rPr>
          <w:lang w:val="bg-BG"/>
        </w:rPr>
      </w:pPr>
      <w:r>
        <w:rPr>
          <w:lang w:val="bg-BG"/>
        </w:rPr>
        <w:t>Нещо повече, в Откровение 13:7 откриваме текст, който ни дава да разберем, че еднократното Второ Пришествие на Иисус ще се случи в края на седемгодишния период на голямата скръб по времето на управлението на антихриста.Тук е казано, че по времето на  това управление светиите са все още на земята, живеещи като обикновени простосмъртни хора.Текстът е следният: „И позволи му се (става дума за антихриста – бел. на автора) да воюва против светиите и да ги победи; и даде му се власт над всяко племе и люде, език и народ”. Следователно, ако тайното грабване би станало в началото на седемгодишния период, то на земята не биха останали светии, срещу които антихристът би могъл да воюва и дори да ги победи.Ясно е, че не е имало никакво тайно грабване.</w:t>
      </w:r>
    </w:p>
    <w:p w:rsidR="00801C17" w:rsidRDefault="00801C17" w:rsidP="00B5333B">
      <w:pPr>
        <w:jc w:val="both"/>
        <w:rPr>
          <w:lang w:val="bg-BG"/>
        </w:rPr>
      </w:pPr>
      <w:r>
        <w:rPr>
          <w:lang w:val="bg-BG"/>
        </w:rPr>
        <w:t>Теорията за тайното грабване обаче издига и едно напълно противоречащо на Христовото учение твърдение, описано в поредицата романи „Оставените”,  наречено тук „втората възможност”. В тези романи е описана съдбата на един „грабнат” пастор, който знаейки предварително (или по-точно предполагайки) за своето „грабване” , е оставил на „оставените” от неговата църква един опасен съвет, записан на видео. Ето и коментарът на този пастор във въпросния видеозапис: „В този момент няма никакво значение защо сте останали на земята. Може да сте били прекалено егоистично настроени или горди, или заети, или  може би просто не сте имали време сами да изследвате Христовите у чения. Сега основното е, че имате още една възможност. Не я пропускайте!”</w:t>
      </w:r>
    </w:p>
    <w:p w:rsidR="00801C17" w:rsidRDefault="00801C17" w:rsidP="00B5333B">
      <w:pPr>
        <w:jc w:val="both"/>
        <w:rPr>
          <w:lang w:val="bg-BG"/>
        </w:rPr>
      </w:pPr>
      <w:r>
        <w:rPr>
          <w:lang w:val="bg-BG"/>
        </w:rPr>
        <w:t>Разбирате ли за какво става въпрос? Ние християните знаем много добре, че шансовете ни за спасение се прекратяват след Второто Пришествие на Иисус. След Христовото идване всичко ще е приключило по въпроса.Няма да има втора възможност. Но в теорията за тайното грабване не е така. Ако тази теория е вярна и произтичащото от нея учение за „втората възможност” е вярно,  то тогава цялостното учение на Иисус е дискредитирано, основата  на християнското учение е подкопана.</w:t>
      </w:r>
    </w:p>
    <w:p w:rsidR="00801C17" w:rsidRPr="0039537E" w:rsidRDefault="00801C17" w:rsidP="00B5333B">
      <w:pPr>
        <w:jc w:val="both"/>
        <w:rPr>
          <w:lang w:val="bg-BG"/>
        </w:rPr>
      </w:pPr>
      <w:r>
        <w:rPr>
          <w:lang w:val="bg-BG"/>
        </w:rPr>
        <w:t>И така, в заключение ще припомним най-главното в тази статия. Тези, които защитават идеята за тайното грабване не казват истината. Не им вярвайте, защото те са лъжехристи и лъжепророци. Второто Пришествие на Иисус  ще бъде еднократно, в края на седемгодишния период от управлението на антихриста.Това Пришествие ще бъде славно,грандиозно събитие, а не тайно.То ще бъде видяно от целия свят. Онези, които биват „оставени”, не остават живи и нямат никакви шансове за „втора възможност”. Те ще бъдат унищожени от катаклизмите, свързани с края на света.</w:t>
      </w:r>
    </w:p>
    <w:sectPr w:rsidR="00801C17" w:rsidRPr="0039537E" w:rsidSect="00B96B7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S Mincho">
    <w:altName w:val="?l?r ??Ѓfc"/>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A5020"/>
    <w:multiLevelType w:val="hybridMultilevel"/>
    <w:tmpl w:val="C8365E1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3B044D83"/>
    <w:multiLevelType w:val="hybridMultilevel"/>
    <w:tmpl w:val="344E20EA"/>
    <w:lvl w:ilvl="0" w:tplc="51C43A8A">
      <w:numFmt w:val="bullet"/>
      <w:lvlText w:val="-"/>
      <w:lvlJc w:val="left"/>
      <w:pPr>
        <w:ind w:left="720" w:hanging="360"/>
      </w:pPr>
      <w:rPr>
        <w:rFonts w:ascii="Calibri" w:eastAsia="MS Mincho"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87F7502"/>
    <w:multiLevelType w:val="hybridMultilevel"/>
    <w:tmpl w:val="9B98A3FA"/>
    <w:lvl w:ilvl="0" w:tplc="0B2CE50C">
      <w:numFmt w:val="bullet"/>
      <w:lvlText w:val="-"/>
      <w:lvlJc w:val="left"/>
      <w:pPr>
        <w:ind w:left="720" w:hanging="360"/>
      </w:pPr>
      <w:rPr>
        <w:rFonts w:ascii="Calibri" w:eastAsia="MS Mincho"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AE324EE"/>
    <w:multiLevelType w:val="hybridMultilevel"/>
    <w:tmpl w:val="823EF10A"/>
    <w:lvl w:ilvl="0" w:tplc="7C9E347A">
      <w:numFmt w:val="bullet"/>
      <w:lvlText w:val="-"/>
      <w:lvlJc w:val="left"/>
      <w:pPr>
        <w:ind w:left="720" w:hanging="360"/>
      </w:pPr>
      <w:rPr>
        <w:rFonts w:ascii="Calibri" w:eastAsia="MS Mincho"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5270"/>
    <w:rsid w:val="00003A6E"/>
    <w:rsid w:val="00005FB0"/>
    <w:rsid w:val="000064DE"/>
    <w:rsid w:val="000102F2"/>
    <w:rsid w:val="00012854"/>
    <w:rsid w:val="0001313B"/>
    <w:rsid w:val="000134A2"/>
    <w:rsid w:val="00014D75"/>
    <w:rsid w:val="0001565D"/>
    <w:rsid w:val="00020423"/>
    <w:rsid w:val="0002059D"/>
    <w:rsid w:val="000222B4"/>
    <w:rsid w:val="00023CB5"/>
    <w:rsid w:val="000301A9"/>
    <w:rsid w:val="00030EDA"/>
    <w:rsid w:val="00031D80"/>
    <w:rsid w:val="00033ECD"/>
    <w:rsid w:val="00041F9E"/>
    <w:rsid w:val="00043C6E"/>
    <w:rsid w:val="00046674"/>
    <w:rsid w:val="00046F1C"/>
    <w:rsid w:val="000474D2"/>
    <w:rsid w:val="00053641"/>
    <w:rsid w:val="00053DA6"/>
    <w:rsid w:val="00060045"/>
    <w:rsid w:val="000609F1"/>
    <w:rsid w:val="00062BB8"/>
    <w:rsid w:val="000630BA"/>
    <w:rsid w:val="000631A4"/>
    <w:rsid w:val="00066767"/>
    <w:rsid w:val="00072515"/>
    <w:rsid w:val="0007465E"/>
    <w:rsid w:val="00075896"/>
    <w:rsid w:val="00075ED9"/>
    <w:rsid w:val="00077B18"/>
    <w:rsid w:val="00077D06"/>
    <w:rsid w:val="00080B97"/>
    <w:rsid w:val="000831FE"/>
    <w:rsid w:val="0008364D"/>
    <w:rsid w:val="00083E21"/>
    <w:rsid w:val="00085270"/>
    <w:rsid w:val="00085E79"/>
    <w:rsid w:val="00092CA3"/>
    <w:rsid w:val="00094C59"/>
    <w:rsid w:val="0009668B"/>
    <w:rsid w:val="00096FC3"/>
    <w:rsid w:val="000A3143"/>
    <w:rsid w:val="000A346B"/>
    <w:rsid w:val="000A47AA"/>
    <w:rsid w:val="000A4D39"/>
    <w:rsid w:val="000A551F"/>
    <w:rsid w:val="000A6BAC"/>
    <w:rsid w:val="000B0313"/>
    <w:rsid w:val="000B2893"/>
    <w:rsid w:val="000B4589"/>
    <w:rsid w:val="000C1A9D"/>
    <w:rsid w:val="000C3B0A"/>
    <w:rsid w:val="000C4AD3"/>
    <w:rsid w:val="000C66AA"/>
    <w:rsid w:val="000D1D05"/>
    <w:rsid w:val="000D21EF"/>
    <w:rsid w:val="000D2C3B"/>
    <w:rsid w:val="000D37F5"/>
    <w:rsid w:val="000D5A09"/>
    <w:rsid w:val="000D6E9E"/>
    <w:rsid w:val="000D764E"/>
    <w:rsid w:val="000E1902"/>
    <w:rsid w:val="000E302D"/>
    <w:rsid w:val="000E7D69"/>
    <w:rsid w:val="000F2575"/>
    <w:rsid w:val="000F30CC"/>
    <w:rsid w:val="000F4750"/>
    <w:rsid w:val="000F5452"/>
    <w:rsid w:val="000F5535"/>
    <w:rsid w:val="000F5928"/>
    <w:rsid w:val="000F71E7"/>
    <w:rsid w:val="00101E2C"/>
    <w:rsid w:val="001056EE"/>
    <w:rsid w:val="001149A5"/>
    <w:rsid w:val="00117E03"/>
    <w:rsid w:val="00120467"/>
    <w:rsid w:val="00120593"/>
    <w:rsid w:val="0012279A"/>
    <w:rsid w:val="0012284C"/>
    <w:rsid w:val="00122A3F"/>
    <w:rsid w:val="0012784E"/>
    <w:rsid w:val="001307B9"/>
    <w:rsid w:val="00131C4B"/>
    <w:rsid w:val="00134141"/>
    <w:rsid w:val="001359F9"/>
    <w:rsid w:val="0013681B"/>
    <w:rsid w:val="00140864"/>
    <w:rsid w:val="00144DFA"/>
    <w:rsid w:val="001454FD"/>
    <w:rsid w:val="00145E1F"/>
    <w:rsid w:val="00146CB6"/>
    <w:rsid w:val="00150FA9"/>
    <w:rsid w:val="00151B21"/>
    <w:rsid w:val="00157687"/>
    <w:rsid w:val="0016038F"/>
    <w:rsid w:val="00162C70"/>
    <w:rsid w:val="001637F1"/>
    <w:rsid w:val="00166FB0"/>
    <w:rsid w:val="00170A1B"/>
    <w:rsid w:val="00171693"/>
    <w:rsid w:val="00182181"/>
    <w:rsid w:val="0018220D"/>
    <w:rsid w:val="0018226E"/>
    <w:rsid w:val="00182CD9"/>
    <w:rsid w:val="00185731"/>
    <w:rsid w:val="001871B0"/>
    <w:rsid w:val="00195B00"/>
    <w:rsid w:val="00196BBB"/>
    <w:rsid w:val="00197967"/>
    <w:rsid w:val="001A2645"/>
    <w:rsid w:val="001A3268"/>
    <w:rsid w:val="001B01FE"/>
    <w:rsid w:val="001B129F"/>
    <w:rsid w:val="001B48CD"/>
    <w:rsid w:val="001B7B58"/>
    <w:rsid w:val="001C09CE"/>
    <w:rsid w:val="001C2FAA"/>
    <w:rsid w:val="001D4864"/>
    <w:rsid w:val="001D524C"/>
    <w:rsid w:val="001D5C01"/>
    <w:rsid w:val="001E1BE6"/>
    <w:rsid w:val="001E5C33"/>
    <w:rsid w:val="001F0260"/>
    <w:rsid w:val="001F0651"/>
    <w:rsid w:val="001F0D1E"/>
    <w:rsid w:val="001F3905"/>
    <w:rsid w:val="001F444E"/>
    <w:rsid w:val="001F5474"/>
    <w:rsid w:val="001F7188"/>
    <w:rsid w:val="00202505"/>
    <w:rsid w:val="00205F54"/>
    <w:rsid w:val="00206AA0"/>
    <w:rsid w:val="002079BB"/>
    <w:rsid w:val="00207B43"/>
    <w:rsid w:val="00210E95"/>
    <w:rsid w:val="00213FF5"/>
    <w:rsid w:val="00214240"/>
    <w:rsid w:val="00217882"/>
    <w:rsid w:val="002210EF"/>
    <w:rsid w:val="002232D2"/>
    <w:rsid w:val="00224051"/>
    <w:rsid w:val="002267DE"/>
    <w:rsid w:val="00232275"/>
    <w:rsid w:val="00232DB9"/>
    <w:rsid w:val="00235056"/>
    <w:rsid w:val="002351C5"/>
    <w:rsid w:val="002406F8"/>
    <w:rsid w:val="00241611"/>
    <w:rsid w:val="00241BA4"/>
    <w:rsid w:val="00242026"/>
    <w:rsid w:val="00244235"/>
    <w:rsid w:val="00250DED"/>
    <w:rsid w:val="00252926"/>
    <w:rsid w:val="002529F6"/>
    <w:rsid w:val="00252B40"/>
    <w:rsid w:val="0026009E"/>
    <w:rsid w:val="00262611"/>
    <w:rsid w:val="002629B4"/>
    <w:rsid w:val="00263D10"/>
    <w:rsid w:val="00264811"/>
    <w:rsid w:val="00265B27"/>
    <w:rsid w:val="002670F6"/>
    <w:rsid w:val="00267445"/>
    <w:rsid w:val="00267E77"/>
    <w:rsid w:val="00270626"/>
    <w:rsid w:val="002709D7"/>
    <w:rsid w:val="002712D4"/>
    <w:rsid w:val="0027170F"/>
    <w:rsid w:val="00271EA8"/>
    <w:rsid w:val="00272EED"/>
    <w:rsid w:val="00277268"/>
    <w:rsid w:val="00277FC3"/>
    <w:rsid w:val="00283448"/>
    <w:rsid w:val="00284DAF"/>
    <w:rsid w:val="0028577B"/>
    <w:rsid w:val="00285A0B"/>
    <w:rsid w:val="00291DCA"/>
    <w:rsid w:val="002931C5"/>
    <w:rsid w:val="00293BC7"/>
    <w:rsid w:val="00297566"/>
    <w:rsid w:val="002A1F15"/>
    <w:rsid w:val="002A2057"/>
    <w:rsid w:val="002A2CCF"/>
    <w:rsid w:val="002A3534"/>
    <w:rsid w:val="002B2FB5"/>
    <w:rsid w:val="002B376A"/>
    <w:rsid w:val="002B3AD9"/>
    <w:rsid w:val="002B6ECD"/>
    <w:rsid w:val="002C0772"/>
    <w:rsid w:val="002C26ED"/>
    <w:rsid w:val="002C5EC4"/>
    <w:rsid w:val="002C79CD"/>
    <w:rsid w:val="002C7CEF"/>
    <w:rsid w:val="002D1256"/>
    <w:rsid w:val="002D1AF7"/>
    <w:rsid w:val="002E34AE"/>
    <w:rsid w:val="002E40CE"/>
    <w:rsid w:val="002E724A"/>
    <w:rsid w:val="002F2402"/>
    <w:rsid w:val="002F70E2"/>
    <w:rsid w:val="002F7B95"/>
    <w:rsid w:val="00305420"/>
    <w:rsid w:val="00307E63"/>
    <w:rsid w:val="00310979"/>
    <w:rsid w:val="003112F2"/>
    <w:rsid w:val="00314524"/>
    <w:rsid w:val="00314588"/>
    <w:rsid w:val="0031699F"/>
    <w:rsid w:val="00326C76"/>
    <w:rsid w:val="003277F5"/>
    <w:rsid w:val="0033308C"/>
    <w:rsid w:val="00337FC5"/>
    <w:rsid w:val="00341C43"/>
    <w:rsid w:val="0034413E"/>
    <w:rsid w:val="00346ABF"/>
    <w:rsid w:val="003470CA"/>
    <w:rsid w:val="00347334"/>
    <w:rsid w:val="00347CC8"/>
    <w:rsid w:val="003525BA"/>
    <w:rsid w:val="00353A43"/>
    <w:rsid w:val="00353EF4"/>
    <w:rsid w:val="00354212"/>
    <w:rsid w:val="00354B42"/>
    <w:rsid w:val="00355999"/>
    <w:rsid w:val="00356B72"/>
    <w:rsid w:val="00357133"/>
    <w:rsid w:val="003603E0"/>
    <w:rsid w:val="0036293B"/>
    <w:rsid w:val="00363486"/>
    <w:rsid w:val="003666C2"/>
    <w:rsid w:val="003667BF"/>
    <w:rsid w:val="0036730E"/>
    <w:rsid w:val="003678DD"/>
    <w:rsid w:val="0037002C"/>
    <w:rsid w:val="00370455"/>
    <w:rsid w:val="003718D8"/>
    <w:rsid w:val="00372AA8"/>
    <w:rsid w:val="00375AF8"/>
    <w:rsid w:val="0039224E"/>
    <w:rsid w:val="00392B5A"/>
    <w:rsid w:val="00392F87"/>
    <w:rsid w:val="00394FD8"/>
    <w:rsid w:val="0039537E"/>
    <w:rsid w:val="003957F0"/>
    <w:rsid w:val="00395D4C"/>
    <w:rsid w:val="0039735E"/>
    <w:rsid w:val="003A11FD"/>
    <w:rsid w:val="003A5631"/>
    <w:rsid w:val="003A5B97"/>
    <w:rsid w:val="003A7A89"/>
    <w:rsid w:val="003A7E46"/>
    <w:rsid w:val="003B23F7"/>
    <w:rsid w:val="003B44B8"/>
    <w:rsid w:val="003B49EE"/>
    <w:rsid w:val="003B5EA4"/>
    <w:rsid w:val="003C2E66"/>
    <w:rsid w:val="003C342C"/>
    <w:rsid w:val="003C3869"/>
    <w:rsid w:val="003C5399"/>
    <w:rsid w:val="003C5EBE"/>
    <w:rsid w:val="003D2002"/>
    <w:rsid w:val="003E03A2"/>
    <w:rsid w:val="003E25DC"/>
    <w:rsid w:val="003E5058"/>
    <w:rsid w:val="003E5EC0"/>
    <w:rsid w:val="003E69A3"/>
    <w:rsid w:val="003E7315"/>
    <w:rsid w:val="003F757D"/>
    <w:rsid w:val="003F77CA"/>
    <w:rsid w:val="004005E7"/>
    <w:rsid w:val="00400640"/>
    <w:rsid w:val="0040218D"/>
    <w:rsid w:val="004034DD"/>
    <w:rsid w:val="00404A6E"/>
    <w:rsid w:val="00404FAA"/>
    <w:rsid w:val="004061C1"/>
    <w:rsid w:val="004074D5"/>
    <w:rsid w:val="004079B4"/>
    <w:rsid w:val="004111E9"/>
    <w:rsid w:val="004112E6"/>
    <w:rsid w:val="00411405"/>
    <w:rsid w:val="00412C9F"/>
    <w:rsid w:val="004136F8"/>
    <w:rsid w:val="00414706"/>
    <w:rsid w:val="004149FA"/>
    <w:rsid w:val="00416B1B"/>
    <w:rsid w:val="004239FC"/>
    <w:rsid w:val="00423FAF"/>
    <w:rsid w:val="00425B81"/>
    <w:rsid w:val="00426661"/>
    <w:rsid w:val="004374B3"/>
    <w:rsid w:val="004420CF"/>
    <w:rsid w:val="0044634B"/>
    <w:rsid w:val="00447523"/>
    <w:rsid w:val="004510F4"/>
    <w:rsid w:val="0045316A"/>
    <w:rsid w:val="00460ACB"/>
    <w:rsid w:val="0046215D"/>
    <w:rsid w:val="0046487A"/>
    <w:rsid w:val="00464884"/>
    <w:rsid w:val="00471B88"/>
    <w:rsid w:val="00475D9F"/>
    <w:rsid w:val="00477196"/>
    <w:rsid w:val="004775B4"/>
    <w:rsid w:val="00477EE8"/>
    <w:rsid w:val="004806AF"/>
    <w:rsid w:val="00485B05"/>
    <w:rsid w:val="00490923"/>
    <w:rsid w:val="00492628"/>
    <w:rsid w:val="00493AF6"/>
    <w:rsid w:val="00494C0A"/>
    <w:rsid w:val="00495B86"/>
    <w:rsid w:val="004B046E"/>
    <w:rsid w:val="004B454A"/>
    <w:rsid w:val="004B4ACF"/>
    <w:rsid w:val="004B53ED"/>
    <w:rsid w:val="004B698F"/>
    <w:rsid w:val="004C0989"/>
    <w:rsid w:val="004C0CF2"/>
    <w:rsid w:val="004C14AB"/>
    <w:rsid w:val="004C3F02"/>
    <w:rsid w:val="004C546A"/>
    <w:rsid w:val="004D3AAD"/>
    <w:rsid w:val="004D3AD4"/>
    <w:rsid w:val="004D4CE7"/>
    <w:rsid w:val="004D5A37"/>
    <w:rsid w:val="004E0844"/>
    <w:rsid w:val="004E2233"/>
    <w:rsid w:val="004E3FF9"/>
    <w:rsid w:val="004E79B2"/>
    <w:rsid w:val="004F0362"/>
    <w:rsid w:val="004F1DFA"/>
    <w:rsid w:val="004F4C8E"/>
    <w:rsid w:val="005018F5"/>
    <w:rsid w:val="00501CE1"/>
    <w:rsid w:val="0050266F"/>
    <w:rsid w:val="00510582"/>
    <w:rsid w:val="00522063"/>
    <w:rsid w:val="0052225F"/>
    <w:rsid w:val="0052401F"/>
    <w:rsid w:val="0052472A"/>
    <w:rsid w:val="00531141"/>
    <w:rsid w:val="00532392"/>
    <w:rsid w:val="0053355B"/>
    <w:rsid w:val="00533C95"/>
    <w:rsid w:val="0053501E"/>
    <w:rsid w:val="005350AE"/>
    <w:rsid w:val="00535182"/>
    <w:rsid w:val="00541925"/>
    <w:rsid w:val="00543169"/>
    <w:rsid w:val="00544FDE"/>
    <w:rsid w:val="00547BE5"/>
    <w:rsid w:val="00551D19"/>
    <w:rsid w:val="00552936"/>
    <w:rsid w:val="00552E3D"/>
    <w:rsid w:val="00552E60"/>
    <w:rsid w:val="00553BF2"/>
    <w:rsid w:val="00560536"/>
    <w:rsid w:val="00560E54"/>
    <w:rsid w:val="00561B53"/>
    <w:rsid w:val="00570CBF"/>
    <w:rsid w:val="00570D66"/>
    <w:rsid w:val="0057240D"/>
    <w:rsid w:val="00574130"/>
    <w:rsid w:val="00580369"/>
    <w:rsid w:val="00583D35"/>
    <w:rsid w:val="005840A9"/>
    <w:rsid w:val="00584AC3"/>
    <w:rsid w:val="00590775"/>
    <w:rsid w:val="0059115B"/>
    <w:rsid w:val="00594B12"/>
    <w:rsid w:val="00594F3A"/>
    <w:rsid w:val="00596648"/>
    <w:rsid w:val="00596822"/>
    <w:rsid w:val="005A2FD0"/>
    <w:rsid w:val="005A31E1"/>
    <w:rsid w:val="005A3608"/>
    <w:rsid w:val="005A39FD"/>
    <w:rsid w:val="005A4C98"/>
    <w:rsid w:val="005A53A1"/>
    <w:rsid w:val="005B0534"/>
    <w:rsid w:val="005B39E5"/>
    <w:rsid w:val="005B49E4"/>
    <w:rsid w:val="005B61E7"/>
    <w:rsid w:val="005B62B7"/>
    <w:rsid w:val="005B6842"/>
    <w:rsid w:val="005C67B7"/>
    <w:rsid w:val="005D181C"/>
    <w:rsid w:val="005D3ACF"/>
    <w:rsid w:val="005D55F5"/>
    <w:rsid w:val="005D66E5"/>
    <w:rsid w:val="005D74D9"/>
    <w:rsid w:val="005E4A07"/>
    <w:rsid w:val="005E4C85"/>
    <w:rsid w:val="005F5F49"/>
    <w:rsid w:val="006023DC"/>
    <w:rsid w:val="00602771"/>
    <w:rsid w:val="00611DB3"/>
    <w:rsid w:val="00612B2B"/>
    <w:rsid w:val="00612F0D"/>
    <w:rsid w:val="00613A1B"/>
    <w:rsid w:val="006209D5"/>
    <w:rsid w:val="00625262"/>
    <w:rsid w:val="006266C9"/>
    <w:rsid w:val="00627C87"/>
    <w:rsid w:val="0063116F"/>
    <w:rsid w:val="00633B50"/>
    <w:rsid w:val="00634D3F"/>
    <w:rsid w:val="006354EE"/>
    <w:rsid w:val="00635F3C"/>
    <w:rsid w:val="00636AA7"/>
    <w:rsid w:val="006371A4"/>
    <w:rsid w:val="00640F98"/>
    <w:rsid w:val="00641890"/>
    <w:rsid w:val="00643479"/>
    <w:rsid w:val="00644242"/>
    <w:rsid w:val="0064434F"/>
    <w:rsid w:val="006445B8"/>
    <w:rsid w:val="00645848"/>
    <w:rsid w:val="006532E6"/>
    <w:rsid w:val="00656715"/>
    <w:rsid w:val="00657332"/>
    <w:rsid w:val="006575A2"/>
    <w:rsid w:val="00661464"/>
    <w:rsid w:val="00663557"/>
    <w:rsid w:val="00671C1C"/>
    <w:rsid w:val="00673E97"/>
    <w:rsid w:val="00674542"/>
    <w:rsid w:val="00674AD9"/>
    <w:rsid w:val="00677D8B"/>
    <w:rsid w:val="006804D0"/>
    <w:rsid w:val="00681C99"/>
    <w:rsid w:val="00682345"/>
    <w:rsid w:val="00683CC6"/>
    <w:rsid w:val="00684EC5"/>
    <w:rsid w:val="00686480"/>
    <w:rsid w:val="00690164"/>
    <w:rsid w:val="00691B50"/>
    <w:rsid w:val="006925DB"/>
    <w:rsid w:val="006926F2"/>
    <w:rsid w:val="00695A1F"/>
    <w:rsid w:val="00696BBB"/>
    <w:rsid w:val="00697469"/>
    <w:rsid w:val="006A1EA8"/>
    <w:rsid w:val="006A2151"/>
    <w:rsid w:val="006A33BA"/>
    <w:rsid w:val="006A4B2A"/>
    <w:rsid w:val="006A4F8D"/>
    <w:rsid w:val="006A50FD"/>
    <w:rsid w:val="006B1F07"/>
    <w:rsid w:val="006B4C3F"/>
    <w:rsid w:val="006B524B"/>
    <w:rsid w:val="006B6FFC"/>
    <w:rsid w:val="006B74D4"/>
    <w:rsid w:val="006C32CA"/>
    <w:rsid w:val="006C4044"/>
    <w:rsid w:val="006C624D"/>
    <w:rsid w:val="006C783C"/>
    <w:rsid w:val="006C7D4F"/>
    <w:rsid w:val="006D034D"/>
    <w:rsid w:val="006D21F0"/>
    <w:rsid w:val="006D379D"/>
    <w:rsid w:val="006D54FC"/>
    <w:rsid w:val="006D6792"/>
    <w:rsid w:val="006D67DC"/>
    <w:rsid w:val="006D6FAA"/>
    <w:rsid w:val="006E1883"/>
    <w:rsid w:val="006E2B72"/>
    <w:rsid w:val="006E45D4"/>
    <w:rsid w:val="006E49FF"/>
    <w:rsid w:val="006E5475"/>
    <w:rsid w:val="006E60F4"/>
    <w:rsid w:val="006F31DE"/>
    <w:rsid w:val="006F32FA"/>
    <w:rsid w:val="006F3A8D"/>
    <w:rsid w:val="006F4660"/>
    <w:rsid w:val="00700157"/>
    <w:rsid w:val="007001AA"/>
    <w:rsid w:val="00702955"/>
    <w:rsid w:val="00704060"/>
    <w:rsid w:val="0070446A"/>
    <w:rsid w:val="007065BB"/>
    <w:rsid w:val="007111CB"/>
    <w:rsid w:val="007138B9"/>
    <w:rsid w:val="00714985"/>
    <w:rsid w:val="00726535"/>
    <w:rsid w:val="0072655E"/>
    <w:rsid w:val="00727992"/>
    <w:rsid w:val="007354EA"/>
    <w:rsid w:val="00735F07"/>
    <w:rsid w:val="00736154"/>
    <w:rsid w:val="00736253"/>
    <w:rsid w:val="00737B7A"/>
    <w:rsid w:val="00743771"/>
    <w:rsid w:val="00747927"/>
    <w:rsid w:val="0075266E"/>
    <w:rsid w:val="007606C3"/>
    <w:rsid w:val="007617EE"/>
    <w:rsid w:val="007629BF"/>
    <w:rsid w:val="007637EE"/>
    <w:rsid w:val="00767890"/>
    <w:rsid w:val="007678A7"/>
    <w:rsid w:val="00770236"/>
    <w:rsid w:val="007731C2"/>
    <w:rsid w:val="00773F9B"/>
    <w:rsid w:val="00777007"/>
    <w:rsid w:val="0077732E"/>
    <w:rsid w:val="007824C7"/>
    <w:rsid w:val="00783A89"/>
    <w:rsid w:val="00785D93"/>
    <w:rsid w:val="00792216"/>
    <w:rsid w:val="00793159"/>
    <w:rsid w:val="007934D0"/>
    <w:rsid w:val="00794CF6"/>
    <w:rsid w:val="00796A9A"/>
    <w:rsid w:val="007973F5"/>
    <w:rsid w:val="007A0458"/>
    <w:rsid w:val="007A5495"/>
    <w:rsid w:val="007A6637"/>
    <w:rsid w:val="007B1ED9"/>
    <w:rsid w:val="007B2FEE"/>
    <w:rsid w:val="007C3118"/>
    <w:rsid w:val="007C4C46"/>
    <w:rsid w:val="007C697E"/>
    <w:rsid w:val="007C76F5"/>
    <w:rsid w:val="007D2C32"/>
    <w:rsid w:val="007D3BD3"/>
    <w:rsid w:val="007D4727"/>
    <w:rsid w:val="007D4B7F"/>
    <w:rsid w:val="007D5B34"/>
    <w:rsid w:val="007D6B2A"/>
    <w:rsid w:val="007D74B2"/>
    <w:rsid w:val="007D756A"/>
    <w:rsid w:val="007E3928"/>
    <w:rsid w:val="007E68CB"/>
    <w:rsid w:val="007E6D07"/>
    <w:rsid w:val="007F1D65"/>
    <w:rsid w:val="007F22D2"/>
    <w:rsid w:val="007F249A"/>
    <w:rsid w:val="007F2815"/>
    <w:rsid w:val="007F3012"/>
    <w:rsid w:val="007F75B3"/>
    <w:rsid w:val="0080034F"/>
    <w:rsid w:val="00801C17"/>
    <w:rsid w:val="00801F38"/>
    <w:rsid w:val="008037B3"/>
    <w:rsid w:val="008038C3"/>
    <w:rsid w:val="0080497D"/>
    <w:rsid w:val="0080771A"/>
    <w:rsid w:val="008105B7"/>
    <w:rsid w:val="008112BE"/>
    <w:rsid w:val="0081171F"/>
    <w:rsid w:val="008143A5"/>
    <w:rsid w:val="00814A8D"/>
    <w:rsid w:val="008178A4"/>
    <w:rsid w:val="0082024E"/>
    <w:rsid w:val="00821A1E"/>
    <w:rsid w:val="00822028"/>
    <w:rsid w:val="00824024"/>
    <w:rsid w:val="00826BFB"/>
    <w:rsid w:val="00827F8D"/>
    <w:rsid w:val="00833FD4"/>
    <w:rsid w:val="008355DA"/>
    <w:rsid w:val="008362AC"/>
    <w:rsid w:val="0084123D"/>
    <w:rsid w:val="00847B5C"/>
    <w:rsid w:val="008506F6"/>
    <w:rsid w:val="00850FCC"/>
    <w:rsid w:val="00851719"/>
    <w:rsid w:val="0085236C"/>
    <w:rsid w:val="00852D9F"/>
    <w:rsid w:val="00853E19"/>
    <w:rsid w:val="00854B40"/>
    <w:rsid w:val="0085623E"/>
    <w:rsid w:val="0085684C"/>
    <w:rsid w:val="008606E8"/>
    <w:rsid w:val="0086232A"/>
    <w:rsid w:val="00863DB7"/>
    <w:rsid w:val="00866CEB"/>
    <w:rsid w:val="00871550"/>
    <w:rsid w:val="00872707"/>
    <w:rsid w:val="00872BC2"/>
    <w:rsid w:val="008813CA"/>
    <w:rsid w:val="00884DC0"/>
    <w:rsid w:val="008956B4"/>
    <w:rsid w:val="00895DCD"/>
    <w:rsid w:val="00896288"/>
    <w:rsid w:val="0089645A"/>
    <w:rsid w:val="008965AB"/>
    <w:rsid w:val="008A2B1E"/>
    <w:rsid w:val="008A35B3"/>
    <w:rsid w:val="008A52D4"/>
    <w:rsid w:val="008A6F95"/>
    <w:rsid w:val="008A7282"/>
    <w:rsid w:val="008B4202"/>
    <w:rsid w:val="008C14B7"/>
    <w:rsid w:val="008C18E2"/>
    <w:rsid w:val="008C1EA3"/>
    <w:rsid w:val="008C6A71"/>
    <w:rsid w:val="008D2188"/>
    <w:rsid w:val="008D4C4B"/>
    <w:rsid w:val="008D663A"/>
    <w:rsid w:val="008E01E3"/>
    <w:rsid w:val="008E4672"/>
    <w:rsid w:val="008E4896"/>
    <w:rsid w:val="008E5AFE"/>
    <w:rsid w:val="008E6AB6"/>
    <w:rsid w:val="008F27DA"/>
    <w:rsid w:val="008F4E6E"/>
    <w:rsid w:val="00901672"/>
    <w:rsid w:val="00901D08"/>
    <w:rsid w:val="0090214B"/>
    <w:rsid w:val="0090338D"/>
    <w:rsid w:val="00904209"/>
    <w:rsid w:val="0090694C"/>
    <w:rsid w:val="00907410"/>
    <w:rsid w:val="00910785"/>
    <w:rsid w:val="0091300C"/>
    <w:rsid w:val="009136E7"/>
    <w:rsid w:val="00915F10"/>
    <w:rsid w:val="009209A6"/>
    <w:rsid w:val="0092534A"/>
    <w:rsid w:val="00927249"/>
    <w:rsid w:val="00930B78"/>
    <w:rsid w:val="0093182F"/>
    <w:rsid w:val="00931CF7"/>
    <w:rsid w:val="00932290"/>
    <w:rsid w:val="00932ACD"/>
    <w:rsid w:val="00932BF3"/>
    <w:rsid w:val="00933394"/>
    <w:rsid w:val="00934BD1"/>
    <w:rsid w:val="009355A3"/>
    <w:rsid w:val="0094063C"/>
    <w:rsid w:val="0094077E"/>
    <w:rsid w:val="00940DC9"/>
    <w:rsid w:val="00941557"/>
    <w:rsid w:val="00942F5C"/>
    <w:rsid w:val="00945FC9"/>
    <w:rsid w:val="00946A51"/>
    <w:rsid w:val="009470AB"/>
    <w:rsid w:val="00947EA2"/>
    <w:rsid w:val="00953390"/>
    <w:rsid w:val="00957CDD"/>
    <w:rsid w:val="009623BE"/>
    <w:rsid w:val="0096463A"/>
    <w:rsid w:val="00967DCD"/>
    <w:rsid w:val="009722EE"/>
    <w:rsid w:val="00972583"/>
    <w:rsid w:val="009725EB"/>
    <w:rsid w:val="00974CEA"/>
    <w:rsid w:val="00976DEE"/>
    <w:rsid w:val="0097758A"/>
    <w:rsid w:val="00977F78"/>
    <w:rsid w:val="00985689"/>
    <w:rsid w:val="0098694F"/>
    <w:rsid w:val="00990144"/>
    <w:rsid w:val="00993446"/>
    <w:rsid w:val="0099765E"/>
    <w:rsid w:val="00997F23"/>
    <w:rsid w:val="009A1A63"/>
    <w:rsid w:val="009A3875"/>
    <w:rsid w:val="009A58D8"/>
    <w:rsid w:val="009B593D"/>
    <w:rsid w:val="009C18D6"/>
    <w:rsid w:val="009C3DDB"/>
    <w:rsid w:val="009C3F0E"/>
    <w:rsid w:val="009C4D99"/>
    <w:rsid w:val="009C5649"/>
    <w:rsid w:val="009C779E"/>
    <w:rsid w:val="009D0140"/>
    <w:rsid w:val="009D3066"/>
    <w:rsid w:val="009E3731"/>
    <w:rsid w:val="009E3E97"/>
    <w:rsid w:val="009E41CB"/>
    <w:rsid w:val="009E61F6"/>
    <w:rsid w:val="009E626E"/>
    <w:rsid w:val="009F0096"/>
    <w:rsid w:val="009F05D7"/>
    <w:rsid w:val="009F4D31"/>
    <w:rsid w:val="009F59BF"/>
    <w:rsid w:val="009F78BA"/>
    <w:rsid w:val="009F7FB1"/>
    <w:rsid w:val="00A022F4"/>
    <w:rsid w:val="00A04195"/>
    <w:rsid w:val="00A06940"/>
    <w:rsid w:val="00A069ED"/>
    <w:rsid w:val="00A0707A"/>
    <w:rsid w:val="00A07FC9"/>
    <w:rsid w:val="00A11075"/>
    <w:rsid w:val="00A123B8"/>
    <w:rsid w:val="00A1491C"/>
    <w:rsid w:val="00A14CA4"/>
    <w:rsid w:val="00A22470"/>
    <w:rsid w:val="00A225E6"/>
    <w:rsid w:val="00A24BCE"/>
    <w:rsid w:val="00A24CE2"/>
    <w:rsid w:val="00A267CF"/>
    <w:rsid w:val="00A2770D"/>
    <w:rsid w:val="00A277EA"/>
    <w:rsid w:val="00A3095A"/>
    <w:rsid w:val="00A33620"/>
    <w:rsid w:val="00A34BF2"/>
    <w:rsid w:val="00A41A0D"/>
    <w:rsid w:val="00A42B12"/>
    <w:rsid w:val="00A44357"/>
    <w:rsid w:val="00A44BAE"/>
    <w:rsid w:val="00A44E33"/>
    <w:rsid w:val="00A541DF"/>
    <w:rsid w:val="00A543E1"/>
    <w:rsid w:val="00A5546F"/>
    <w:rsid w:val="00A5551F"/>
    <w:rsid w:val="00A57C1F"/>
    <w:rsid w:val="00A63556"/>
    <w:rsid w:val="00A64FAA"/>
    <w:rsid w:val="00A65895"/>
    <w:rsid w:val="00A6672D"/>
    <w:rsid w:val="00A66E45"/>
    <w:rsid w:val="00A74D70"/>
    <w:rsid w:val="00A76181"/>
    <w:rsid w:val="00A76C07"/>
    <w:rsid w:val="00A81FAE"/>
    <w:rsid w:val="00A8216B"/>
    <w:rsid w:val="00A82621"/>
    <w:rsid w:val="00A8381B"/>
    <w:rsid w:val="00A84405"/>
    <w:rsid w:val="00A85F98"/>
    <w:rsid w:val="00A86F63"/>
    <w:rsid w:val="00A91EC3"/>
    <w:rsid w:val="00A92E92"/>
    <w:rsid w:val="00A94959"/>
    <w:rsid w:val="00A95E42"/>
    <w:rsid w:val="00A9603E"/>
    <w:rsid w:val="00A97F2C"/>
    <w:rsid w:val="00AA0399"/>
    <w:rsid w:val="00AA22BB"/>
    <w:rsid w:val="00AA27C4"/>
    <w:rsid w:val="00AA695C"/>
    <w:rsid w:val="00AA7C00"/>
    <w:rsid w:val="00AB01D4"/>
    <w:rsid w:val="00AB0B57"/>
    <w:rsid w:val="00AB4984"/>
    <w:rsid w:val="00AB7757"/>
    <w:rsid w:val="00AB7849"/>
    <w:rsid w:val="00AC09DA"/>
    <w:rsid w:val="00AC0D85"/>
    <w:rsid w:val="00AC35BD"/>
    <w:rsid w:val="00AC3BA1"/>
    <w:rsid w:val="00AC4814"/>
    <w:rsid w:val="00AC5601"/>
    <w:rsid w:val="00AC6106"/>
    <w:rsid w:val="00AC68F2"/>
    <w:rsid w:val="00AC6C32"/>
    <w:rsid w:val="00AD3A75"/>
    <w:rsid w:val="00AD484B"/>
    <w:rsid w:val="00AD589C"/>
    <w:rsid w:val="00AD5ACA"/>
    <w:rsid w:val="00AE222D"/>
    <w:rsid w:val="00AE3D7C"/>
    <w:rsid w:val="00AE4AE2"/>
    <w:rsid w:val="00AE6E23"/>
    <w:rsid w:val="00AF7C31"/>
    <w:rsid w:val="00B00752"/>
    <w:rsid w:val="00B036AE"/>
    <w:rsid w:val="00B03B73"/>
    <w:rsid w:val="00B05B94"/>
    <w:rsid w:val="00B10F6E"/>
    <w:rsid w:val="00B12D49"/>
    <w:rsid w:val="00B16BC0"/>
    <w:rsid w:val="00B208FE"/>
    <w:rsid w:val="00B221E0"/>
    <w:rsid w:val="00B22AEA"/>
    <w:rsid w:val="00B22FE8"/>
    <w:rsid w:val="00B232E0"/>
    <w:rsid w:val="00B31BCA"/>
    <w:rsid w:val="00B3295A"/>
    <w:rsid w:val="00B40158"/>
    <w:rsid w:val="00B41E5F"/>
    <w:rsid w:val="00B426A0"/>
    <w:rsid w:val="00B43249"/>
    <w:rsid w:val="00B47C3F"/>
    <w:rsid w:val="00B47FA0"/>
    <w:rsid w:val="00B5185A"/>
    <w:rsid w:val="00B5333B"/>
    <w:rsid w:val="00B56C5A"/>
    <w:rsid w:val="00B62310"/>
    <w:rsid w:val="00B63352"/>
    <w:rsid w:val="00B649E4"/>
    <w:rsid w:val="00B67E3D"/>
    <w:rsid w:val="00B72142"/>
    <w:rsid w:val="00B76831"/>
    <w:rsid w:val="00B77772"/>
    <w:rsid w:val="00B81B1F"/>
    <w:rsid w:val="00B830F9"/>
    <w:rsid w:val="00B837C0"/>
    <w:rsid w:val="00B85339"/>
    <w:rsid w:val="00B87451"/>
    <w:rsid w:val="00B87B65"/>
    <w:rsid w:val="00B90249"/>
    <w:rsid w:val="00B90A3E"/>
    <w:rsid w:val="00B92017"/>
    <w:rsid w:val="00B92146"/>
    <w:rsid w:val="00B9646D"/>
    <w:rsid w:val="00B96B7F"/>
    <w:rsid w:val="00BA0EFE"/>
    <w:rsid w:val="00BA2D03"/>
    <w:rsid w:val="00BA3A9A"/>
    <w:rsid w:val="00BA53A7"/>
    <w:rsid w:val="00BA608D"/>
    <w:rsid w:val="00BA7389"/>
    <w:rsid w:val="00BA7442"/>
    <w:rsid w:val="00BB02FA"/>
    <w:rsid w:val="00BB0E9E"/>
    <w:rsid w:val="00BB118D"/>
    <w:rsid w:val="00BB1A05"/>
    <w:rsid w:val="00BB1DE6"/>
    <w:rsid w:val="00BB2CE1"/>
    <w:rsid w:val="00BB47CE"/>
    <w:rsid w:val="00BB4C4A"/>
    <w:rsid w:val="00BB60E1"/>
    <w:rsid w:val="00BB65C7"/>
    <w:rsid w:val="00BC0799"/>
    <w:rsid w:val="00BC2745"/>
    <w:rsid w:val="00BC3C63"/>
    <w:rsid w:val="00BC6A82"/>
    <w:rsid w:val="00BC6DCB"/>
    <w:rsid w:val="00BC6F44"/>
    <w:rsid w:val="00BD0409"/>
    <w:rsid w:val="00BD13E0"/>
    <w:rsid w:val="00BD21E0"/>
    <w:rsid w:val="00BD3664"/>
    <w:rsid w:val="00BD4283"/>
    <w:rsid w:val="00BD57E9"/>
    <w:rsid w:val="00BE27D3"/>
    <w:rsid w:val="00BE583A"/>
    <w:rsid w:val="00BE7962"/>
    <w:rsid w:val="00BF1644"/>
    <w:rsid w:val="00BF2D36"/>
    <w:rsid w:val="00BF3C22"/>
    <w:rsid w:val="00BF46EE"/>
    <w:rsid w:val="00BF697A"/>
    <w:rsid w:val="00C010EC"/>
    <w:rsid w:val="00C02CAD"/>
    <w:rsid w:val="00C03563"/>
    <w:rsid w:val="00C043AC"/>
    <w:rsid w:val="00C04F5B"/>
    <w:rsid w:val="00C07C8C"/>
    <w:rsid w:val="00C1020E"/>
    <w:rsid w:val="00C105DE"/>
    <w:rsid w:val="00C10784"/>
    <w:rsid w:val="00C120EA"/>
    <w:rsid w:val="00C151D9"/>
    <w:rsid w:val="00C157BF"/>
    <w:rsid w:val="00C1602A"/>
    <w:rsid w:val="00C17041"/>
    <w:rsid w:val="00C20EA4"/>
    <w:rsid w:val="00C21BD3"/>
    <w:rsid w:val="00C22B36"/>
    <w:rsid w:val="00C24492"/>
    <w:rsid w:val="00C264F0"/>
    <w:rsid w:val="00C30A32"/>
    <w:rsid w:val="00C34405"/>
    <w:rsid w:val="00C35827"/>
    <w:rsid w:val="00C42E7C"/>
    <w:rsid w:val="00C43103"/>
    <w:rsid w:val="00C452FE"/>
    <w:rsid w:val="00C5576A"/>
    <w:rsid w:val="00C56177"/>
    <w:rsid w:val="00C60F0A"/>
    <w:rsid w:val="00C6486D"/>
    <w:rsid w:val="00C64F68"/>
    <w:rsid w:val="00C701C1"/>
    <w:rsid w:val="00C7135B"/>
    <w:rsid w:val="00C7172B"/>
    <w:rsid w:val="00C748F4"/>
    <w:rsid w:val="00C755E9"/>
    <w:rsid w:val="00C8482B"/>
    <w:rsid w:val="00C84982"/>
    <w:rsid w:val="00C87183"/>
    <w:rsid w:val="00C87998"/>
    <w:rsid w:val="00C908BB"/>
    <w:rsid w:val="00C90C2E"/>
    <w:rsid w:val="00C915CF"/>
    <w:rsid w:val="00C939D4"/>
    <w:rsid w:val="00C97255"/>
    <w:rsid w:val="00C9761F"/>
    <w:rsid w:val="00CA0DA9"/>
    <w:rsid w:val="00CA3D26"/>
    <w:rsid w:val="00CA4CB3"/>
    <w:rsid w:val="00CA4F3B"/>
    <w:rsid w:val="00CA52A7"/>
    <w:rsid w:val="00CA69BE"/>
    <w:rsid w:val="00CA7ED8"/>
    <w:rsid w:val="00CB12EA"/>
    <w:rsid w:val="00CB180F"/>
    <w:rsid w:val="00CB6413"/>
    <w:rsid w:val="00CC2530"/>
    <w:rsid w:val="00CC2CA4"/>
    <w:rsid w:val="00CC46A1"/>
    <w:rsid w:val="00CC7DE7"/>
    <w:rsid w:val="00CD1615"/>
    <w:rsid w:val="00CD63AE"/>
    <w:rsid w:val="00CD6549"/>
    <w:rsid w:val="00CD664C"/>
    <w:rsid w:val="00CE0FB0"/>
    <w:rsid w:val="00CE122F"/>
    <w:rsid w:val="00CE2C80"/>
    <w:rsid w:val="00CE5318"/>
    <w:rsid w:val="00CE6A72"/>
    <w:rsid w:val="00CF1D62"/>
    <w:rsid w:val="00CF211F"/>
    <w:rsid w:val="00CF3085"/>
    <w:rsid w:val="00CF4DFD"/>
    <w:rsid w:val="00CF53F2"/>
    <w:rsid w:val="00CF56A5"/>
    <w:rsid w:val="00D0058A"/>
    <w:rsid w:val="00D017E0"/>
    <w:rsid w:val="00D031EB"/>
    <w:rsid w:val="00D065EB"/>
    <w:rsid w:val="00D11C2F"/>
    <w:rsid w:val="00D12446"/>
    <w:rsid w:val="00D13B0B"/>
    <w:rsid w:val="00D1478F"/>
    <w:rsid w:val="00D14EA6"/>
    <w:rsid w:val="00D1603E"/>
    <w:rsid w:val="00D17485"/>
    <w:rsid w:val="00D2147E"/>
    <w:rsid w:val="00D226BB"/>
    <w:rsid w:val="00D22C12"/>
    <w:rsid w:val="00D233BD"/>
    <w:rsid w:val="00D23E66"/>
    <w:rsid w:val="00D32960"/>
    <w:rsid w:val="00D329A6"/>
    <w:rsid w:val="00D34A5F"/>
    <w:rsid w:val="00D366FE"/>
    <w:rsid w:val="00D46548"/>
    <w:rsid w:val="00D46F33"/>
    <w:rsid w:val="00D47715"/>
    <w:rsid w:val="00D52FA2"/>
    <w:rsid w:val="00D5332F"/>
    <w:rsid w:val="00D630FA"/>
    <w:rsid w:val="00D63458"/>
    <w:rsid w:val="00D6439E"/>
    <w:rsid w:val="00D664D9"/>
    <w:rsid w:val="00D67AB5"/>
    <w:rsid w:val="00D748D0"/>
    <w:rsid w:val="00D75195"/>
    <w:rsid w:val="00D838D4"/>
    <w:rsid w:val="00D83B26"/>
    <w:rsid w:val="00D90F8E"/>
    <w:rsid w:val="00D921BE"/>
    <w:rsid w:val="00D93950"/>
    <w:rsid w:val="00D9625A"/>
    <w:rsid w:val="00D968EE"/>
    <w:rsid w:val="00DA009B"/>
    <w:rsid w:val="00DA1866"/>
    <w:rsid w:val="00DA2574"/>
    <w:rsid w:val="00DA286D"/>
    <w:rsid w:val="00DA2EB4"/>
    <w:rsid w:val="00DA334D"/>
    <w:rsid w:val="00DA7227"/>
    <w:rsid w:val="00DA734B"/>
    <w:rsid w:val="00DB0A07"/>
    <w:rsid w:val="00DB1100"/>
    <w:rsid w:val="00DB1294"/>
    <w:rsid w:val="00DB296B"/>
    <w:rsid w:val="00DB31F8"/>
    <w:rsid w:val="00DB45AC"/>
    <w:rsid w:val="00DB669D"/>
    <w:rsid w:val="00DC016D"/>
    <w:rsid w:val="00DC5261"/>
    <w:rsid w:val="00DD1838"/>
    <w:rsid w:val="00DD721C"/>
    <w:rsid w:val="00DE0B8B"/>
    <w:rsid w:val="00DE1DC1"/>
    <w:rsid w:val="00DE274C"/>
    <w:rsid w:val="00DE450A"/>
    <w:rsid w:val="00DE68E7"/>
    <w:rsid w:val="00DE7E86"/>
    <w:rsid w:val="00DF14D6"/>
    <w:rsid w:val="00DF26C8"/>
    <w:rsid w:val="00DF3B49"/>
    <w:rsid w:val="00DF3E72"/>
    <w:rsid w:val="00DF60B7"/>
    <w:rsid w:val="00DF6E07"/>
    <w:rsid w:val="00E032F5"/>
    <w:rsid w:val="00E03466"/>
    <w:rsid w:val="00E04EBC"/>
    <w:rsid w:val="00E0529C"/>
    <w:rsid w:val="00E071FA"/>
    <w:rsid w:val="00E076C9"/>
    <w:rsid w:val="00E12C25"/>
    <w:rsid w:val="00E16667"/>
    <w:rsid w:val="00E16B10"/>
    <w:rsid w:val="00E20C87"/>
    <w:rsid w:val="00E2110D"/>
    <w:rsid w:val="00E225E4"/>
    <w:rsid w:val="00E23492"/>
    <w:rsid w:val="00E24187"/>
    <w:rsid w:val="00E24DEB"/>
    <w:rsid w:val="00E26062"/>
    <w:rsid w:val="00E31CF0"/>
    <w:rsid w:val="00E33FA0"/>
    <w:rsid w:val="00E35356"/>
    <w:rsid w:val="00E3765D"/>
    <w:rsid w:val="00E37774"/>
    <w:rsid w:val="00E42F0E"/>
    <w:rsid w:val="00E431E3"/>
    <w:rsid w:val="00E45103"/>
    <w:rsid w:val="00E46751"/>
    <w:rsid w:val="00E56C57"/>
    <w:rsid w:val="00E622A5"/>
    <w:rsid w:val="00E62668"/>
    <w:rsid w:val="00E6356F"/>
    <w:rsid w:val="00E6504A"/>
    <w:rsid w:val="00E67BAE"/>
    <w:rsid w:val="00E70662"/>
    <w:rsid w:val="00E7170D"/>
    <w:rsid w:val="00E71A94"/>
    <w:rsid w:val="00E7286A"/>
    <w:rsid w:val="00E72B2C"/>
    <w:rsid w:val="00E7384A"/>
    <w:rsid w:val="00E73B46"/>
    <w:rsid w:val="00E73DE7"/>
    <w:rsid w:val="00E752CC"/>
    <w:rsid w:val="00E754B4"/>
    <w:rsid w:val="00E75A25"/>
    <w:rsid w:val="00E805DB"/>
    <w:rsid w:val="00E829F0"/>
    <w:rsid w:val="00E83296"/>
    <w:rsid w:val="00E83CCA"/>
    <w:rsid w:val="00E85D03"/>
    <w:rsid w:val="00E86122"/>
    <w:rsid w:val="00E86DEF"/>
    <w:rsid w:val="00E87DD7"/>
    <w:rsid w:val="00E90B48"/>
    <w:rsid w:val="00E9128B"/>
    <w:rsid w:val="00E93D5D"/>
    <w:rsid w:val="00E95322"/>
    <w:rsid w:val="00E95935"/>
    <w:rsid w:val="00E97CB2"/>
    <w:rsid w:val="00EA167F"/>
    <w:rsid w:val="00EA2D02"/>
    <w:rsid w:val="00EA2EF6"/>
    <w:rsid w:val="00EA51C8"/>
    <w:rsid w:val="00EA528C"/>
    <w:rsid w:val="00EB00BA"/>
    <w:rsid w:val="00EB1CEE"/>
    <w:rsid w:val="00EB247D"/>
    <w:rsid w:val="00EB4B91"/>
    <w:rsid w:val="00EB7D8E"/>
    <w:rsid w:val="00EC054B"/>
    <w:rsid w:val="00EC16A8"/>
    <w:rsid w:val="00EC4F41"/>
    <w:rsid w:val="00EC5F4D"/>
    <w:rsid w:val="00EC7DE6"/>
    <w:rsid w:val="00EE0724"/>
    <w:rsid w:val="00EE099D"/>
    <w:rsid w:val="00EE15EB"/>
    <w:rsid w:val="00EE247C"/>
    <w:rsid w:val="00EE4B9D"/>
    <w:rsid w:val="00EE7C77"/>
    <w:rsid w:val="00EF0294"/>
    <w:rsid w:val="00EF0FDB"/>
    <w:rsid w:val="00EF1FF3"/>
    <w:rsid w:val="00EF4290"/>
    <w:rsid w:val="00EF4E73"/>
    <w:rsid w:val="00F0539A"/>
    <w:rsid w:val="00F05EED"/>
    <w:rsid w:val="00F06816"/>
    <w:rsid w:val="00F06BF5"/>
    <w:rsid w:val="00F114D5"/>
    <w:rsid w:val="00F11D9B"/>
    <w:rsid w:val="00F20866"/>
    <w:rsid w:val="00F23594"/>
    <w:rsid w:val="00F25436"/>
    <w:rsid w:val="00F2645E"/>
    <w:rsid w:val="00F27420"/>
    <w:rsid w:val="00F30231"/>
    <w:rsid w:val="00F30C71"/>
    <w:rsid w:val="00F316A1"/>
    <w:rsid w:val="00F33B70"/>
    <w:rsid w:val="00F35444"/>
    <w:rsid w:val="00F36B95"/>
    <w:rsid w:val="00F40585"/>
    <w:rsid w:val="00F41C9D"/>
    <w:rsid w:val="00F42D1A"/>
    <w:rsid w:val="00F4397F"/>
    <w:rsid w:val="00F5115D"/>
    <w:rsid w:val="00F601A9"/>
    <w:rsid w:val="00F6142C"/>
    <w:rsid w:val="00F62318"/>
    <w:rsid w:val="00F645B6"/>
    <w:rsid w:val="00F675B8"/>
    <w:rsid w:val="00F678D0"/>
    <w:rsid w:val="00F73E42"/>
    <w:rsid w:val="00F741D1"/>
    <w:rsid w:val="00F74B16"/>
    <w:rsid w:val="00F76B59"/>
    <w:rsid w:val="00F76C86"/>
    <w:rsid w:val="00F77ED2"/>
    <w:rsid w:val="00F805D5"/>
    <w:rsid w:val="00F80D16"/>
    <w:rsid w:val="00F80E9A"/>
    <w:rsid w:val="00F81ED4"/>
    <w:rsid w:val="00F831FC"/>
    <w:rsid w:val="00F8513F"/>
    <w:rsid w:val="00F85AFE"/>
    <w:rsid w:val="00F868CA"/>
    <w:rsid w:val="00F9414E"/>
    <w:rsid w:val="00F9555B"/>
    <w:rsid w:val="00FA0AB5"/>
    <w:rsid w:val="00FA21C2"/>
    <w:rsid w:val="00FA2346"/>
    <w:rsid w:val="00FA3B16"/>
    <w:rsid w:val="00FA5FE1"/>
    <w:rsid w:val="00FB0262"/>
    <w:rsid w:val="00FB0CBA"/>
    <w:rsid w:val="00FB2DFF"/>
    <w:rsid w:val="00FB3868"/>
    <w:rsid w:val="00FB4778"/>
    <w:rsid w:val="00FB7532"/>
    <w:rsid w:val="00FC442A"/>
    <w:rsid w:val="00FC7766"/>
    <w:rsid w:val="00FC7C80"/>
    <w:rsid w:val="00FD003F"/>
    <w:rsid w:val="00FD5950"/>
    <w:rsid w:val="00FD5CB0"/>
    <w:rsid w:val="00FD66FE"/>
    <w:rsid w:val="00FD69B7"/>
    <w:rsid w:val="00FE2F77"/>
    <w:rsid w:val="00FE3D84"/>
    <w:rsid w:val="00FE7588"/>
    <w:rsid w:val="00FF15FE"/>
    <w:rsid w:val="00FF5596"/>
    <w:rsid w:val="00FF5BB3"/>
    <w:rsid w:val="00FF6E83"/>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Arial"/>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B7F"/>
    <w:pPr>
      <w:spacing w:after="200" w:line="276" w:lineRule="auto"/>
    </w:pPr>
    <w:rPr>
      <w:lang w:val="en-GB"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72B2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110</TotalTime>
  <Pages>5</Pages>
  <Words>1904</Words>
  <Characters>10857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bozhidar</dc:creator>
  <cp:keywords/>
  <dc:description/>
  <cp:lastModifiedBy>Acer Aspire 5535</cp:lastModifiedBy>
  <cp:revision>4</cp:revision>
  <cp:lastPrinted>2010-07-23T12:24:00Z</cp:lastPrinted>
  <dcterms:created xsi:type="dcterms:W3CDTF">2011-11-03T11:59:00Z</dcterms:created>
  <dcterms:modified xsi:type="dcterms:W3CDTF">2011-12-17T14:06:00Z</dcterms:modified>
</cp:coreProperties>
</file>